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41B472C"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r w:rsidR="00FB486A">
        <w:rPr>
          <w:rFonts w:ascii="Verdana" w:eastAsia="Verdana" w:hAnsi="Verdana" w:cs="Times New Roman"/>
          <w:b/>
        </w:rPr>
        <w:t xml:space="preserve"> </w:t>
      </w:r>
      <w:r w:rsidR="00FB486A" w:rsidRPr="00FB486A">
        <w:rPr>
          <w:rFonts w:ascii="Verdana" w:eastAsia="Verdana" w:hAnsi="Verdana" w:cs="Times New Roman"/>
          <w:b/>
          <w:color w:val="C00000"/>
        </w:rPr>
        <w:t>dla części 3</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B1E0259"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Przedmiotem postępowania zakupowego j</w:t>
      </w:r>
      <w:r>
        <w:rPr>
          <w:rFonts w:cstheme="minorHAnsi"/>
          <w:sz w:val="20"/>
        </w:rPr>
        <w:t>est opracowanie dokumentacji projektowej oraz wykonanie robót budowlanych w branży elektroenergetycznej pn.</w:t>
      </w:r>
    </w:p>
    <w:p w14:paraId="194CD81E" w14:textId="0F4A511C" w:rsidR="00E0332B" w:rsidRPr="000E459B" w:rsidRDefault="00E0332B" w:rsidP="00E0332B">
      <w:pPr>
        <w:pStyle w:val="Akapitzlist"/>
        <w:spacing w:before="120" w:line="276" w:lineRule="auto"/>
        <w:jc w:val="center"/>
        <w:outlineLvl w:val="0"/>
        <w:rPr>
          <w:rFonts w:cstheme="minorHAnsi"/>
          <w:b/>
          <w:i/>
          <w:szCs w:val="18"/>
        </w:rPr>
      </w:pPr>
      <w:r w:rsidRPr="000E459B">
        <w:rPr>
          <w:rFonts w:cstheme="minorHAnsi"/>
          <w:b/>
          <w:i/>
          <w:szCs w:val="18"/>
        </w:rPr>
        <w:t>„</w:t>
      </w:r>
      <w:r w:rsidR="007D6EA0" w:rsidRPr="007D6EA0">
        <w:rPr>
          <w:rFonts w:cstheme="minorHAnsi"/>
          <w:b/>
          <w:i/>
          <w:szCs w:val="18"/>
        </w:rPr>
        <w:t>Przyłączenie obiektu: zespół rekreacyjno - edukacyjny gm. Nowosolna, miejscowość Borchówka, dz. nr 114/1, 114/3</w:t>
      </w:r>
      <w:r w:rsidRPr="000E459B">
        <w:rPr>
          <w:rFonts w:cstheme="minorHAnsi"/>
          <w:b/>
          <w:i/>
          <w:szCs w:val="18"/>
        </w:rPr>
        <w:t>”</w:t>
      </w:r>
    </w:p>
    <w:p w14:paraId="340BAAD3" w14:textId="3C63B4CC" w:rsidR="00E0332B" w:rsidRPr="00FF3308" w:rsidRDefault="00E0332B" w:rsidP="00E0332B">
      <w:pPr>
        <w:pStyle w:val="Akapitzlist"/>
        <w:numPr>
          <w:ilvl w:val="1"/>
          <w:numId w:val="31"/>
        </w:numPr>
        <w:spacing w:before="120" w:after="0" w:line="276" w:lineRule="auto"/>
        <w:ind w:hanging="436"/>
        <w:jc w:val="both"/>
        <w:outlineLvl w:val="0"/>
        <w:rPr>
          <w:rFonts w:cstheme="minorHAnsi"/>
          <w:sz w:val="20"/>
        </w:rPr>
      </w:pPr>
      <w:r>
        <w:rPr>
          <w:rFonts w:cstheme="minorHAnsi"/>
          <w:sz w:val="20"/>
        </w:rPr>
        <w:t xml:space="preserve"> </w:t>
      </w:r>
      <w:r w:rsidRPr="00FF3308">
        <w:rPr>
          <w:rFonts w:cstheme="minorHAnsi"/>
          <w:sz w:val="20"/>
        </w:rPr>
        <w:t xml:space="preserve">Zakres rzeczowy został ujęty w </w:t>
      </w:r>
      <w:r>
        <w:rPr>
          <w:rFonts w:cstheme="minorHAnsi"/>
          <w:sz w:val="20"/>
        </w:rPr>
        <w:t xml:space="preserve">Specyfikacji Technicznej - </w:t>
      </w:r>
      <w:r w:rsidRPr="00B96AE1">
        <w:rPr>
          <w:rFonts w:cstheme="minorHAnsi"/>
          <w:b/>
          <w:sz w:val="20"/>
        </w:rPr>
        <w:t xml:space="preserve">załącznik nr 1.7 do </w:t>
      </w:r>
      <w:r w:rsidR="00FB486A">
        <w:rPr>
          <w:rFonts w:cstheme="minorHAnsi"/>
          <w:b/>
          <w:sz w:val="20"/>
        </w:rPr>
        <w:t>OPZ</w:t>
      </w:r>
      <w:r w:rsidRPr="00B96AE1">
        <w:rPr>
          <w:rFonts w:cstheme="minorHAnsi"/>
          <w:b/>
          <w:sz w:val="20"/>
        </w:rPr>
        <w:t>.</w:t>
      </w:r>
    </w:p>
    <w:p w14:paraId="3EA535C5"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W przypadku, gdy w dokumentacji projektowej </w:t>
      </w:r>
      <w:r>
        <w:rPr>
          <w:rFonts w:cstheme="minorHAnsi"/>
          <w:sz w:val="20"/>
        </w:rPr>
        <w:t>Wykonawca będzie chciał wskazać</w:t>
      </w:r>
      <w:r w:rsidRPr="005A7035">
        <w:rPr>
          <w:rFonts w:cstheme="minorHAnsi"/>
          <w:sz w:val="20"/>
        </w:rPr>
        <w:t xml:space="preserve"> nazwy, znaki towarowe lub typy materiałów czy produktów lub normy, aprobaty, specyfikacje czy systemy, </w:t>
      </w:r>
      <w:r>
        <w:rPr>
          <w:rFonts w:cstheme="minorHAnsi"/>
          <w:sz w:val="20"/>
        </w:rPr>
        <w:t>zobowiązany będzie do rozpisania</w:t>
      </w:r>
      <w:r w:rsidRPr="005A7035">
        <w:rPr>
          <w:rFonts w:cstheme="minorHAnsi"/>
          <w:sz w:val="20"/>
        </w:rPr>
        <w:t xml:space="preserve"> </w:t>
      </w:r>
      <w:r>
        <w:rPr>
          <w:rFonts w:cstheme="minorHAnsi"/>
          <w:sz w:val="20"/>
        </w:rPr>
        <w:t>ewentualnych</w:t>
      </w:r>
      <w:r w:rsidRPr="005A7035">
        <w:rPr>
          <w:rFonts w:cstheme="minorHAnsi"/>
          <w:sz w:val="20"/>
        </w:rPr>
        <w:t xml:space="preserve"> materiałów lub </w:t>
      </w:r>
      <w:r>
        <w:rPr>
          <w:rFonts w:cstheme="minorHAnsi"/>
          <w:sz w:val="20"/>
        </w:rPr>
        <w:t xml:space="preserve">wskazania </w:t>
      </w:r>
      <w:r w:rsidRPr="005A7035">
        <w:rPr>
          <w:rFonts w:cstheme="minorHAnsi"/>
          <w:sz w:val="20"/>
        </w:rPr>
        <w:t xml:space="preserve">rozwiązań równoważnych </w:t>
      </w:r>
      <w:r>
        <w:rPr>
          <w:rFonts w:cstheme="minorHAnsi"/>
          <w:sz w:val="20"/>
        </w:rPr>
        <w:t xml:space="preserve">zapewniających </w:t>
      </w:r>
      <w:r w:rsidRPr="005A7035">
        <w:rPr>
          <w:rFonts w:cstheme="minorHAnsi"/>
          <w:sz w:val="20"/>
        </w:rPr>
        <w:t xml:space="preserve">uzyskanie parametrów technicznych nie gorszych od </w:t>
      </w:r>
      <w:r>
        <w:rPr>
          <w:rFonts w:cstheme="minorHAnsi"/>
          <w:sz w:val="20"/>
        </w:rPr>
        <w:t xml:space="preserve">konkretnie </w:t>
      </w:r>
      <w:r w:rsidRPr="005A7035">
        <w:rPr>
          <w:rFonts w:cstheme="minorHAnsi"/>
          <w:sz w:val="20"/>
        </w:rPr>
        <w:t>określonych w</w:t>
      </w:r>
      <w:r>
        <w:rPr>
          <w:rFonts w:cstheme="minorHAnsi"/>
          <w:sz w:val="20"/>
        </w:rPr>
        <w:t> </w:t>
      </w:r>
      <w:r w:rsidRPr="005A7035">
        <w:rPr>
          <w:rFonts w:cstheme="minorHAnsi"/>
          <w:sz w:val="20"/>
        </w:rPr>
        <w:t>dokumentacji.</w:t>
      </w:r>
    </w:p>
    <w:p w14:paraId="630CAD97"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86C70B0" w14:textId="77777777" w:rsidR="00E0332B"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Do obowiązków Wykonawcy należy:</w:t>
      </w:r>
    </w:p>
    <w:p w14:paraId="732C1349" w14:textId="77777777" w:rsidR="00E0332B"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Z</w:t>
      </w:r>
      <w:r w:rsidRPr="005A7035">
        <w:rPr>
          <w:rFonts w:cstheme="minorHAnsi"/>
          <w:sz w:val="20"/>
          <w:lang w:val="x-none"/>
        </w:rPr>
        <w:t>agospodarowa</w:t>
      </w:r>
      <w:r w:rsidRPr="005A7035">
        <w:rPr>
          <w:rFonts w:cstheme="minorHAnsi"/>
          <w:sz w:val="20"/>
        </w:rPr>
        <w:t>nie</w:t>
      </w:r>
      <w:r w:rsidRPr="005A7035">
        <w:rPr>
          <w:rFonts w:cstheme="minorHAnsi"/>
          <w:sz w:val="20"/>
          <w:lang w:val="x-none"/>
        </w:rPr>
        <w:t xml:space="preserve"> odpadów i materiałów z rozbiórki zgodnie z obowiązującymi przepisami (ustawa z dnia 14 grudnia 2012 r. o odpadach) i zapisami SWZ. </w:t>
      </w:r>
      <w:r w:rsidRPr="005A7035">
        <w:rPr>
          <w:rFonts w:cstheme="minorHAnsi"/>
          <w:sz w:val="20"/>
        </w:rPr>
        <w:t>Sposób zagospodarowania materiałów z rozbiórek należy w uzgodnieniu z Inspektorem Nadzoru odpowiednio udokumentować.</w:t>
      </w:r>
    </w:p>
    <w:p w14:paraId="7CECC164"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P</w:t>
      </w:r>
      <w:r w:rsidRPr="005A7035">
        <w:rPr>
          <w:rFonts w:cstheme="minorHAnsi"/>
          <w:sz w:val="20"/>
          <w:lang w:val="x-none"/>
        </w:rPr>
        <w:t>rawidłowa, zgodn</w:t>
      </w:r>
      <w:r w:rsidRPr="005A7035">
        <w:rPr>
          <w:rFonts w:cstheme="minorHAnsi"/>
          <w:sz w:val="20"/>
        </w:rPr>
        <w:t>a</w:t>
      </w:r>
      <w:r w:rsidRPr="005A7035">
        <w:rPr>
          <w:rFonts w:cstheme="minorHAnsi"/>
          <w:sz w:val="20"/>
          <w:lang w:val="x-none"/>
        </w:rPr>
        <w:t xml:space="preserve"> z obowiązującymi przepisami</w:t>
      </w:r>
      <w:r w:rsidRPr="005A7035">
        <w:rPr>
          <w:rFonts w:cstheme="minorHAnsi"/>
          <w:sz w:val="20"/>
        </w:rPr>
        <w:t>,</w:t>
      </w:r>
      <w:r w:rsidRPr="005A7035">
        <w:rPr>
          <w:rFonts w:cstheme="minorHAnsi"/>
          <w:sz w:val="20"/>
          <w:lang w:val="x-none"/>
        </w:rPr>
        <w:t xml:space="preserve"> utylizacj</w:t>
      </w:r>
      <w:r w:rsidRPr="005A7035">
        <w:rPr>
          <w:rFonts w:cstheme="minorHAnsi"/>
          <w:sz w:val="20"/>
        </w:rPr>
        <w:t>a</w:t>
      </w:r>
      <w:r>
        <w:rPr>
          <w:rFonts w:cstheme="minorHAnsi"/>
          <w:sz w:val="20"/>
          <w:lang w:val="x-none"/>
        </w:rPr>
        <w:t xml:space="preserve"> materiałów z rozbiórki.</w:t>
      </w:r>
    </w:p>
    <w:p w14:paraId="21C40C7F"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E</w:t>
      </w:r>
      <w:r w:rsidRPr="005A7035">
        <w:rPr>
          <w:rFonts w:cstheme="minorHAnsi"/>
          <w:sz w:val="20"/>
          <w:lang w:val="x-none"/>
        </w:rPr>
        <w:t>widencjonowani</w:t>
      </w:r>
      <w:r w:rsidRPr="005A7035">
        <w:rPr>
          <w:rFonts w:cstheme="minorHAnsi"/>
          <w:sz w:val="20"/>
        </w:rPr>
        <w:t>e</w:t>
      </w:r>
      <w:r w:rsidRPr="005A7035">
        <w:rPr>
          <w:rFonts w:cstheme="minorHAnsi"/>
          <w:sz w:val="20"/>
          <w:lang w:val="x-none"/>
        </w:rPr>
        <w:t xml:space="preserve"> wszystkich odpadów i materiałów uzyskanych z rozbiórki w formie tabelarycznej ze wskazaniem ilości i miejsca przeznaczenia oraz sposobu ich zagospodarowania lub utylizacj</w:t>
      </w:r>
      <w:r>
        <w:rPr>
          <w:rFonts w:cstheme="minorHAnsi"/>
          <w:sz w:val="20"/>
          <w:lang w:val="x-none"/>
        </w:rPr>
        <w:t>i.</w:t>
      </w:r>
    </w:p>
    <w:p w14:paraId="79201EA7" w14:textId="77777777" w:rsidR="00E0332B" w:rsidRPr="00181D92"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O</w:t>
      </w:r>
      <w:r w:rsidRPr="005A7035">
        <w:rPr>
          <w:rFonts w:cstheme="minorHAnsi"/>
          <w:sz w:val="20"/>
          <w:lang w:val="x-none"/>
        </w:rPr>
        <w:t>dpowiedzialność za wszelkie roszczenia rzeczowe i finansowe osób trzecich związane z</w:t>
      </w:r>
      <w:r w:rsidRPr="005A7035">
        <w:rPr>
          <w:rFonts w:cstheme="minorHAnsi"/>
          <w:sz w:val="20"/>
        </w:rPr>
        <w:t> prowadzonymi robotami,</w:t>
      </w:r>
      <w:r w:rsidRPr="005A7035">
        <w:rPr>
          <w:rFonts w:cstheme="minorHAnsi"/>
          <w:sz w:val="20"/>
          <w:lang w:val="x-none"/>
        </w:rPr>
        <w:t xml:space="preserve"> niewłaściwym zagospodarowaniem, składowaniem lub utylizacją odpadów i materiałów uzyskanych z rozbiórki</w:t>
      </w:r>
      <w:r w:rsidRPr="005A7035">
        <w:rPr>
          <w:rFonts w:cstheme="minorHAnsi"/>
          <w:sz w:val="20"/>
        </w:rPr>
        <w:t>.</w:t>
      </w:r>
    </w:p>
    <w:p w14:paraId="6044E78C"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Termin wykonania </w:t>
      </w:r>
      <w:r>
        <w:rPr>
          <w:rFonts w:cstheme="minorHAnsi"/>
          <w:sz w:val="20"/>
        </w:rPr>
        <w:t>prac</w:t>
      </w:r>
      <w:r w:rsidRPr="005A7035">
        <w:rPr>
          <w:rFonts w:cstheme="minorHAnsi"/>
          <w:sz w:val="20"/>
        </w:rPr>
        <w:t xml:space="preserve"> może ulec przesunięciu tyl</w:t>
      </w:r>
      <w:r>
        <w:rPr>
          <w:rFonts w:cstheme="minorHAnsi"/>
          <w:sz w:val="20"/>
        </w:rPr>
        <w:t>ko w przypadkach określonych w U</w:t>
      </w:r>
      <w:r w:rsidRPr="005A7035">
        <w:rPr>
          <w:rFonts w:cstheme="minorHAnsi"/>
          <w:sz w:val="20"/>
        </w:rPr>
        <w:t>mowie.</w:t>
      </w:r>
    </w:p>
    <w:p w14:paraId="4E73E1DD"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cstheme="minorHAnsi"/>
          <w:sz w:val="20"/>
        </w:rPr>
        <w:t>wskazanymi w pkt. 2 poniżej</w:t>
      </w:r>
      <w:r w:rsidRPr="005A7035">
        <w:rPr>
          <w:rFonts w:cstheme="minorHAnsi"/>
          <w:sz w:val="20"/>
        </w:rPr>
        <w:t>. Zakupów systemów zamknięć należy dokonywać w firmie LOB MASTER KEY Sp. z o.o. ul. Magazynowa 4, 64-100 Leszno, na podstawie odrębnego upoważnienia do zakupu wydawanego przez Zamawiającego.</w:t>
      </w:r>
    </w:p>
    <w:p w14:paraId="4EACCCBA"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C91669">
        <w:rPr>
          <w:rFonts w:cstheme="minorHAnsi"/>
          <w:sz w:val="20"/>
        </w:rPr>
        <w:t xml:space="preserve">Zasady realizacji zamówienia </w:t>
      </w:r>
      <w:r>
        <w:rPr>
          <w:rFonts w:cstheme="minorHAnsi"/>
          <w:sz w:val="20"/>
        </w:rPr>
        <w:t>określa Projekt U</w:t>
      </w:r>
      <w:r w:rsidRPr="00C91669">
        <w:rPr>
          <w:rFonts w:cstheme="minorHAnsi"/>
          <w:sz w:val="20"/>
        </w:rPr>
        <w:t xml:space="preserve">mowy zakupowej stanowiący </w:t>
      </w:r>
      <w:r>
        <w:rPr>
          <w:rFonts w:cstheme="minorHAnsi"/>
          <w:b/>
          <w:sz w:val="20"/>
        </w:rPr>
        <w:t xml:space="preserve">Załącznik nr 5 </w:t>
      </w:r>
      <w:r w:rsidRPr="00C91669">
        <w:rPr>
          <w:rFonts w:cstheme="minorHAnsi"/>
          <w:b/>
          <w:sz w:val="20"/>
        </w:rPr>
        <w:t>do SWZ</w:t>
      </w:r>
      <w:r w:rsidRPr="00C91669">
        <w:rPr>
          <w:rFonts w:cstheme="minorHAnsi"/>
          <w:sz w:val="20"/>
        </w:rPr>
        <w:t>.</w:t>
      </w:r>
    </w:p>
    <w:p w14:paraId="5636D58F"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295838">
        <w:rPr>
          <w:rFonts w:cstheme="minorHAnsi"/>
          <w:sz w:val="20"/>
        </w:rPr>
        <w:t>W celu złożenia oferty Wykonawca zobowiązany jest w szczególności do:</w:t>
      </w:r>
    </w:p>
    <w:p w14:paraId="10ABAE90"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sidRPr="00FF3308">
        <w:rPr>
          <w:rFonts w:cstheme="minorHAnsi"/>
          <w:sz w:val="20"/>
        </w:rPr>
        <w:t xml:space="preserve">Zapoznania się z danymi wyjściowymi do projektowania/warunkami przyłączenia do sieci </w:t>
      </w:r>
      <w:r w:rsidRPr="00295838">
        <w:rPr>
          <w:rFonts w:cstheme="minorHAnsi"/>
          <w:sz w:val="20"/>
        </w:rPr>
        <w:t xml:space="preserve">oraz z planowaną lokalizacją </w:t>
      </w:r>
      <w:r>
        <w:rPr>
          <w:rFonts w:cstheme="minorHAnsi"/>
          <w:sz w:val="20"/>
        </w:rPr>
        <w:t>sieci</w:t>
      </w:r>
      <w:r w:rsidRPr="00295838">
        <w:rPr>
          <w:rFonts w:cstheme="minorHAnsi"/>
          <w:sz w:val="20"/>
        </w:rPr>
        <w:t xml:space="preserve">, warunkami terenowymi, uwarunkowaniami zagospodarowania </w:t>
      </w:r>
      <w:r>
        <w:rPr>
          <w:rFonts w:cstheme="minorHAnsi"/>
          <w:sz w:val="20"/>
        </w:rPr>
        <w:t xml:space="preserve">terenu </w:t>
      </w:r>
      <w:r w:rsidRPr="00295838">
        <w:rPr>
          <w:rFonts w:cstheme="minorHAnsi"/>
          <w:sz w:val="20"/>
        </w:rPr>
        <w:t>(tereny zamknięte, kategoria dróg, administracja - gminy, starostwa itp.).</w:t>
      </w:r>
    </w:p>
    <w:p w14:paraId="25547519"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Zapoznania</w:t>
      </w:r>
      <w:r w:rsidRPr="00F8659E">
        <w:rPr>
          <w:rFonts w:cstheme="minorHAnsi"/>
          <w:sz w:val="20"/>
        </w:rPr>
        <w:t xml:space="preserve"> się z warunkami i wymaganiami </w:t>
      </w:r>
      <w:r>
        <w:rPr>
          <w:rFonts w:cstheme="minorHAnsi"/>
          <w:sz w:val="20"/>
        </w:rPr>
        <w:t>SWZ, w tym z</w:t>
      </w:r>
      <w:r w:rsidRPr="00F8659E">
        <w:rPr>
          <w:rFonts w:cstheme="minorHAnsi"/>
          <w:sz w:val="20"/>
        </w:rPr>
        <w:t xml:space="preserve"> treścią Projektu Umowy stanowiącego </w:t>
      </w:r>
      <w:r>
        <w:rPr>
          <w:rFonts w:cstheme="minorHAnsi"/>
          <w:b/>
          <w:sz w:val="20"/>
        </w:rPr>
        <w:t>Załącznik nr 5</w:t>
      </w:r>
      <w:r w:rsidRPr="00F8659E">
        <w:rPr>
          <w:rFonts w:cstheme="minorHAnsi"/>
          <w:b/>
          <w:sz w:val="20"/>
        </w:rPr>
        <w:t xml:space="preserve"> do SWZ</w:t>
      </w:r>
      <w:r w:rsidRPr="00C715D7">
        <w:rPr>
          <w:rFonts w:cstheme="minorHAnsi"/>
          <w:sz w:val="20"/>
        </w:rPr>
        <w:t>.</w:t>
      </w:r>
    </w:p>
    <w:p w14:paraId="341D0F0F"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Uwzględnienia</w:t>
      </w:r>
      <w:r w:rsidRPr="006376AA">
        <w:rPr>
          <w:rFonts w:cstheme="minorHAnsi"/>
          <w:sz w:val="20"/>
        </w:rPr>
        <w:t xml:space="preserve"> w ofercie w</w:t>
      </w:r>
      <w:r>
        <w:rPr>
          <w:rFonts w:cstheme="minorHAnsi"/>
          <w:sz w:val="20"/>
        </w:rPr>
        <w:t>ymaganych przez Zamawiającego</w:t>
      </w:r>
      <w:r w:rsidRPr="006376AA">
        <w:rPr>
          <w:rFonts w:cstheme="minorHAnsi"/>
          <w:sz w:val="20"/>
        </w:rPr>
        <w:t xml:space="preserve"> warunków.</w:t>
      </w:r>
    </w:p>
    <w:p w14:paraId="59D77728" w14:textId="77777777" w:rsidR="00E0332B" w:rsidRPr="002D2118" w:rsidRDefault="00E0332B" w:rsidP="00E0332B">
      <w:pPr>
        <w:pStyle w:val="Akapitzlist"/>
        <w:numPr>
          <w:ilvl w:val="1"/>
          <w:numId w:val="31"/>
        </w:numPr>
        <w:tabs>
          <w:tab w:val="left" w:pos="851"/>
        </w:tabs>
        <w:spacing w:before="120" w:after="0" w:line="276" w:lineRule="auto"/>
        <w:jc w:val="both"/>
        <w:outlineLvl w:val="0"/>
        <w:rPr>
          <w:rFonts w:cstheme="minorHAnsi"/>
          <w:sz w:val="20"/>
        </w:rPr>
      </w:pPr>
      <w:r w:rsidRPr="002D2118">
        <w:rPr>
          <w:rFonts w:cstheme="minorHAnsi"/>
          <w:b/>
          <w:sz w:val="20"/>
        </w:rPr>
        <w:t xml:space="preserve">Jeżeli wymagane jest zabezpieczenie należytego wykonania umowy, a Wykonawca zdecyduje się je wnieść w postaci gwarancji bankowej lub </w:t>
      </w:r>
      <w:r w:rsidRPr="002D2118">
        <w:rPr>
          <w:rFonts w:cstheme="minorHAnsi"/>
          <w:b/>
          <w:sz w:val="20"/>
        </w:rPr>
        <w:lastRenderedPageBreak/>
        <w:t>ubezpieczeniowej, wówczas zobowiązany jest do przedstawienia Zamawiającemu draftu stosownej umowy gwarancyjnej do zatwierdzenia. Wzory treści umów gwarancyjnych stanowią załącznik do niniejszej Specyfikacji.</w:t>
      </w:r>
    </w:p>
    <w:p w14:paraId="27A1718E" w14:textId="77777777" w:rsidR="004906BC" w:rsidRPr="004906BC" w:rsidRDefault="004906BC" w:rsidP="00DB2BFF">
      <w:pPr>
        <w:pStyle w:val="Akapitzlist"/>
        <w:spacing w:before="120" w:line="276" w:lineRule="auto"/>
        <w:ind w:left="284"/>
        <w:jc w:val="both"/>
        <w:outlineLvl w:val="0"/>
        <w:rPr>
          <w:rFonts w:cstheme="minorHAnsi"/>
          <w:b/>
        </w:rPr>
      </w:pPr>
    </w:p>
    <w:p w14:paraId="175B8464" w14:textId="77777777" w:rsidR="00E0332B" w:rsidRPr="00E0332B" w:rsidRDefault="00E0332B" w:rsidP="00E0332B">
      <w:pPr>
        <w:numPr>
          <w:ilvl w:val="0"/>
          <w:numId w:val="31"/>
        </w:numPr>
        <w:spacing w:before="120" w:after="0" w:line="276" w:lineRule="auto"/>
        <w:ind w:left="284" w:hanging="284"/>
        <w:contextualSpacing/>
        <w:jc w:val="both"/>
        <w:outlineLvl w:val="0"/>
        <w:rPr>
          <w:rFonts w:ascii="Calibri" w:eastAsia="Times New Roman" w:hAnsi="Calibri" w:cs="Calibri"/>
          <w:b/>
          <w:sz w:val="20"/>
          <w:szCs w:val="20"/>
        </w:rPr>
      </w:pPr>
      <w:r w:rsidRPr="00E0332B">
        <w:rPr>
          <w:rFonts w:ascii="Calibri" w:eastAsia="Times New Roman" w:hAnsi="Calibri" w:cs="Calibri"/>
          <w:b/>
          <w:sz w:val="20"/>
          <w:szCs w:val="20"/>
        </w:rPr>
        <w:t>Wytyczne w zakresie stosowania zamknięć typu Master Key</w:t>
      </w:r>
    </w:p>
    <w:p w14:paraId="33CD9619" w14:textId="77777777" w:rsidR="00E0332B" w:rsidRPr="00421260" w:rsidRDefault="00E0332B" w:rsidP="00E0332B">
      <w:pPr>
        <w:widowControl w:val="0"/>
        <w:tabs>
          <w:tab w:val="left" w:pos="5387"/>
        </w:tabs>
        <w:adjustRightInd w:val="0"/>
        <w:spacing w:before="120" w:line="300" w:lineRule="auto"/>
        <w:ind w:left="284" w:right="28"/>
        <w:textAlignment w:val="baseline"/>
        <w:rPr>
          <w:rFonts w:cstheme="minorHAnsi"/>
          <w:color w:val="000000"/>
          <w:sz w:val="20"/>
          <w:lang w:eastAsia="pl-PL"/>
        </w:rPr>
      </w:pPr>
      <w:r w:rsidRPr="00421260">
        <w:rPr>
          <w:rFonts w:cstheme="minorHAnsi"/>
          <w:color w:val="000000"/>
          <w:sz w:val="20"/>
          <w:lang w:eastAsia="pl-PL"/>
        </w:rPr>
        <w:t>Przy prowadzeniu prac obowiązkowo należy wszystkie obiekty wyposażać w system zamknięć</w:t>
      </w:r>
      <w:r>
        <w:rPr>
          <w:rFonts w:cstheme="minorHAnsi"/>
          <w:color w:val="000000"/>
          <w:sz w:val="20"/>
          <w:lang w:eastAsia="pl-PL"/>
        </w:rPr>
        <w:t>,</w:t>
      </w:r>
      <w:r w:rsidRPr="00421260">
        <w:rPr>
          <w:rFonts w:cstheme="minorHAnsi"/>
          <w:color w:val="000000"/>
          <w:sz w:val="20"/>
          <w:lang w:eastAsia="pl-PL"/>
        </w:rPr>
        <w:t xml:space="preserve"> tzn. wkładki lub kłódki (w zależności od przyjętego rozwiązania technicznego) “Master Key” (MK) firmy LOB Master Key Sp. z o. o. według poniższego schematu. </w:t>
      </w:r>
    </w:p>
    <w:p w14:paraId="7104023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W1:</w:t>
      </w:r>
      <w:r w:rsidRPr="00421260">
        <w:rPr>
          <w:rFonts w:cstheme="minorHAnsi"/>
          <w:sz w:val="20"/>
          <w:lang w:eastAsia="pl-PL"/>
        </w:rPr>
        <w:t xml:space="preserve"> zamknięcia obiektów systemem MK zastosowane do pomieszczeń oraz urządzeń w stacjach 110 kV oraz SN/SN</w:t>
      </w:r>
      <w:r>
        <w:rPr>
          <w:rFonts w:cstheme="minorHAnsi"/>
          <w:sz w:val="20"/>
          <w:lang w:eastAsia="pl-PL"/>
        </w:rPr>
        <w:t>, k</w:t>
      </w:r>
      <w:r w:rsidRPr="00421260">
        <w:rPr>
          <w:rFonts w:cstheme="minorHAnsi"/>
          <w:sz w:val="20"/>
          <w:lang w:eastAsia="pl-PL"/>
        </w:rPr>
        <w:t>olor kłódki: niebieski RAL 5015.</w:t>
      </w:r>
    </w:p>
    <w:p w14:paraId="41D6D11A"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W/O1:</w:t>
      </w:r>
      <w:r w:rsidRPr="00421260">
        <w:rPr>
          <w:rFonts w:cstheme="minorHAnsi"/>
          <w:sz w:val="20"/>
          <w:lang w:eastAsia="pl-PL"/>
        </w:rPr>
        <w:t xml:space="preserve"> zamknięcia obiektów współdzielonych systemu MK zastosowane do pomieszczeń oraz urządzeń w stacjach 110 kV oraz</w:t>
      </w:r>
      <w:r>
        <w:rPr>
          <w:rFonts w:cstheme="minorHAnsi"/>
          <w:sz w:val="20"/>
          <w:lang w:eastAsia="pl-PL"/>
        </w:rPr>
        <w:t xml:space="preserve"> SN/SN, k</w:t>
      </w:r>
      <w:r w:rsidRPr="00421260">
        <w:rPr>
          <w:rFonts w:cstheme="minorHAnsi"/>
          <w:sz w:val="20"/>
          <w:lang w:eastAsia="pl-PL"/>
        </w:rPr>
        <w:t>olor kłódki: niebieski RAL 5015.</w:t>
      </w:r>
    </w:p>
    <w:p w14:paraId="69209E7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S1</w:t>
      </w:r>
      <w:r w:rsidRPr="00421260">
        <w:rPr>
          <w:rFonts w:cstheme="minorHAnsi"/>
          <w:sz w:val="20"/>
          <w:lang w:eastAsia="pl-PL"/>
        </w:rPr>
        <w:t>: zamknięcia systemu MK zastosowane w stacjach SN/nN, złącza</w:t>
      </w:r>
      <w:r>
        <w:rPr>
          <w:rFonts w:cstheme="minorHAnsi"/>
          <w:sz w:val="20"/>
          <w:lang w:eastAsia="pl-PL"/>
        </w:rPr>
        <w:t>ch kablowych SN, łącznikach SN,</w:t>
      </w:r>
      <w:r w:rsidRPr="00421260">
        <w:rPr>
          <w:rFonts w:cstheme="minorHAnsi"/>
          <w:sz w:val="20"/>
          <w:lang w:eastAsia="pl-PL"/>
        </w:rPr>
        <w:t xml:space="preserve"> </w:t>
      </w:r>
      <w:r>
        <w:rPr>
          <w:rFonts w:cstheme="minorHAnsi"/>
          <w:sz w:val="20"/>
          <w:lang w:eastAsia="pl-PL"/>
        </w:rPr>
        <w:t>k</w:t>
      </w:r>
      <w:r w:rsidRPr="00421260">
        <w:rPr>
          <w:rFonts w:cstheme="minorHAnsi"/>
          <w:sz w:val="20"/>
          <w:lang w:eastAsia="pl-PL"/>
        </w:rPr>
        <w:t>olor kłódki: czarny RAL 9005.</w:t>
      </w:r>
    </w:p>
    <w:p w14:paraId="236D55F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S/O1</w:t>
      </w:r>
      <w:r w:rsidRPr="00421260">
        <w:rPr>
          <w:rFonts w:cstheme="minorHAnsi"/>
          <w:sz w:val="20"/>
          <w:lang w:eastAsia="pl-PL"/>
        </w:rPr>
        <w:t>: zamknięcia obiektów współdzielonych systemu MK zastosowane w stacjach SN/nN, złączac</w:t>
      </w:r>
      <w:r>
        <w:rPr>
          <w:rFonts w:cstheme="minorHAnsi"/>
          <w:sz w:val="20"/>
          <w:lang w:eastAsia="pl-PL"/>
        </w:rPr>
        <w:t>h kablowych SN, łącznikach SN, k</w:t>
      </w:r>
      <w:r w:rsidRPr="00421260">
        <w:rPr>
          <w:rFonts w:cstheme="minorHAnsi"/>
          <w:sz w:val="20"/>
          <w:lang w:eastAsia="pl-PL"/>
        </w:rPr>
        <w:t>olor kłódki: czarny RAL 9005.</w:t>
      </w:r>
    </w:p>
    <w:p w14:paraId="34889B4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D1</w:t>
      </w:r>
      <w:r w:rsidRPr="00421260">
        <w:rPr>
          <w:rFonts w:cstheme="minorHAnsi"/>
          <w:sz w:val="20"/>
          <w:lang w:eastAsia="pl-PL"/>
        </w:rPr>
        <w:t>: zamknięcia systemu MK zastos</w:t>
      </w:r>
      <w:r>
        <w:rPr>
          <w:rFonts w:cstheme="minorHAnsi"/>
          <w:sz w:val="20"/>
          <w:lang w:eastAsia="pl-PL"/>
        </w:rPr>
        <w:t>owane w złączach kablowych nN, kolor kłódki: brązowy</w:t>
      </w:r>
      <w:r w:rsidRPr="00421260">
        <w:rPr>
          <w:rFonts w:cstheme="minorHAnsi"/>
          <w:sz w:val="20"/>
          <w:lang w:eastAsia="pl-PL"/>
        </w:rPr>
        <w:t xml:space="preserve"> RAL 8016. </w:t>
      </w:r>
    </w:p>
    <w:p w14:paraId="77BAFBB7"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O1</w:t>
      </w:r>
      <w:r w:rsidRPr="00421260">
        <w:rPr>
          <w:rFonts w:cstheme="minorHAnsi"/>
          <w:sz w:val="20"/>
          <w:lang w:eastAsia="pl-PL"/>
        </w:rPr>
        <w:t>: zamknięcia systemu MK zastosowane do u</w:t>
      </w:r>
      <w:r>
        <w:rPr>
          <w:rFonts w:cstheme="minorHAnsi"/>
          <w:sz w:val="20"/>
          <w:lang w:eastAsia="pl-PL"/>
        </w:rPr>
        <w:t>rządzeń oświetlenia drogowego, k</w:t>
      </w:r>
      <w:r w:rsidRPr="00421260">
        <w:rPr>
          <w:rFonts w:cstheme="minorHAnsi"/>
          <w:sz w:val="20"/>
          <w:lang w:eastAsia="pl-PL"/>
        </w:rPr>
        <w:t>olor kłódki: pomarańczowy RAL 2000.</w:t>
      </w:r>
    </w:p>
    <w:p w14:paraId="5B578966" w14:textId="77777777" w:rsidR="00E0332B" w:rsidRDefault="00E0332B" w:rsidP="00E0332B">
      <w:pPr>
        <w:widowControl w:val="0"/>
        <w:numPr>
          <w:ilvl w:val="0"/>
          <w:numId w:val="32"/>
        </w:numPr>
        <w:adjustRightInd w:val="0"/>
        <w:spacing w:after="0" w:line="276" w:lineRule="auto"/>
        <w:ind w:left="284" w:right="28" w:firstLine="0"/>
        <w:contextualSpacing/>
        <w:jc w:val="both"/>
        <w:textAlignment w:val="baseline"/>
        <w:rPr>
          <w:rFonts w:cstheme="minorHAnsi"/>
          <w:sz w:val="20"/>
          <w:lang w:eastAsia="pl-PL"/>
        </w:rPr>
      </w:pPr>
      <w:r w:rsidRPr="00421260">
        <w:rPr>
          <w:rFonts w:cstheme="minorHAnsi"/>
          <w:b/>
          <w:sz w:val="20"/>
          <w:lang w:eastAsia="pl-PL"/>
        </w:rPr>
        <w:t>Poziom K1</w:t>
      </w:r>
      <w:r w:rsidRPr="00421260">
        <w:rPr>
          <w:rFonts w:cstheme="minorHAnsi"/>
          <w:sz w:val="20"/>
          <w:lang w:eastAsia="pl-PL"/>
        </w:rPr>
        <w:t>: zamknięcia systemu MK zastosowane do szafek licznikowych nN odbiorców indywidualnych w Oddziale (klucze są przeznaczone do dyspozycji od</w:t>
      </w:r>
      <w:r>
        <w:rPr>
          <w:rFonts w:cstheme="minorHAnsi"/>
          <w:sz w:val="20"/>
          <w:lang w:eastAsia="pl-PL"/>
        </w:rPr>
        <w:t>biorców indywidualnych), k</w:t>
      </w:r>
      <w:r w:rsidRPr="00421260">
        <w:rPr>
          <w:rFonts w:cstheme="minorHAnsi"/>
          <w:sz w:val="20"/>
          <w:lang w:eastAsia="pl-PL"/>
        </w:rPr>
        <w:t>olor kłódki: szary RAL 7035.</w:t>
      </w:r>
    </w:p>
    <w:p w14:paraId="1D181ECA" w14:textId="77777777" w:rsidR="004906BC" w:rsidRPr="004906BC" w:rsidRDefault="004906BC" w:rsidP="00DB2BFF">
      <w:pPr>
        <w:pStyle w:val="Akapitzlist"/>
        <w:spacing w:before="120" w:line="276" w:lineRule="auto"/>
        <w:ind w:left="284"/>
        <w:jc w:val="both"/>
        <w:outlineLvl w:val="0"/>
        <w:rPr>
          <w:rFonts w:cstheme="minorHAnsi"/>
        </w:rPr>
      </w:pPr>
    </w:p>
    <w:p w14:paraId="4161DF15"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Termin realizacji zakupu</w:t>
      </w:r>
    </w:p>
    <w:p w14:paraId="298DB20F" w14:textId="13263A6D" w:rsidR="00E0332B" w:rsidRPr="002D2118" w:rsidRDefault="007D6EA0" w:rsidP="00E0332B">
      <w:pPr>
        <w:spacing w:before="120" w:line="276" w:lineRule="auto"/>
        <w:outlineLvl w:val="0"/>
        <w:rPr>
          <w:rFonts w:cstheme="minorHAnsi"/>
          <w:sz w:val="20"/>
        </w:rPr>
      </w:pPr>
      <w:r>
        <w:rPr>
          <w:rFonts w:cstheme="minorHAnsi"/>
          <w:b/>
          <w:i/>
          <w:sz w:val="20"/>
        </w:rPr>
        <w:t>30</w:t>
      </w:r>
      <w:r w:rsidR="00E0332B" w:rsidRPr="002D2118">
        <w:rPr>
          <w:rFonts w:cstheme="minorHAnsi"/>
          <w:b/>
          <w:i/>
          <w:sz w:val="20"/>
        </w:rPr>
        <w:t>.</w:t>
      </w:r>
      <w:r>
        <w:rPr>
          <w:rFonts w:cstheme="minorHAnsi"/>
          <w:b/>
          <w:i/>
          <w:sz w:val="20"/>
        </w:rPr>
        <w:t>10</w:t>
      </w:r>
      <w:r w:rsidR="00E0332B" w:rsidRPr="002D2118">
        <w:rPr>
          <w:rFonts w:cstheme="minorHAnsi"/>
          <w:b/>
          <w:i/>
          <w:sz w:val="20"/>
        </w:rPr>
        <w:t>.2026</w:t>
      </w:r>
      <w:r w:rsidR="00E0332B" w:rsidRPr="002D2118">
        <w:rPr>
          <w:rFonts w:cstheme="minorHAnsi"/>
          <w:sz w:val="20"/>
        </w:rPr>
        <w:t xml:space="preserve"> (prace projektowe)</w:t>
      </w:r>
    </w:p>
    <w:p w14:paraId="3BF4A3D2" w14:textId="01961929" w:rsidR="00E0332B" w:rsidRPr="002D2118" w:rsidRDefault="007D6EA0" w:rsidP="00E0332B">
      <w:pPr>
        <w:spacing w:before="120" w:line="276" w:lineRule="auto"/>
        <w:outlineLvl w:val="0"/>
        <w:rPr>
          <w:rFonts w:cstheme="minorHAnsi"/>
          <w:sz w:val="20"/>
        </w:rPr>
      </w:pPr>
      <w:r>
        <w:rPr>
          <w:rFonts w:cstheme="minorHAnsi"/>
          <w:b/>
          <w:i/>
          <w:sz w:val="20"/>
        </w:rPr>
        <w:t>30</w:t>
      </w:r>
      <w:r w:rsidR="00E0332B">
        <w:rPr>
          <w:rFonts w:cstheme="minorHAnsi"/>
          <w:b/>
          <w:i/>
          <w:sz w:val="20"/>
        </w:rPr>
        <w:t>.1</w:t>
      </w:r>
      <w:r>
        <w:rPr>
          <w:rFonts w:cstheme="minorHAnsi"/>
          <w:b/>
          <w:i/>
          <w:sz w:val="20"/>
        </w:rPr>
        <w:t>1</w:t>
      </w:r>
      <w:r w:rsidR="00E0332B" w:rsidRPr="002D2118">
        <w:rPr>
          <w:rFonts w:cstheme="minorHAnsi"/>
          <w:b/>
          <w:i/>
          <w:sz w:val="20"/>
        </w:rPr>
        <w:t xml:space="preserve">.2026 </w:t>
      </w:r>
      <w:r w:rsidR="00E0332B" w:rsidRPr="002D2118">
        <w:rPr>
          <w:rFonts w:cstheme="minorHAnsi"/>
          <w:sz w:val="20"/>
        </w:rPr>
        <w:t>(roboty budowlano-montażowe)</w:t>
      </w:r>
    </w:p>
    <w:p w14:paraId="333D75DF" w14:textId="77777777" w:rsidR="00E0332B" w:rsidRPr="002D2118" w:rsidRDefault="00E0332B" w:rsidP="00E0332B">
      <w:pPr>
        <w:spacing w:before="120" w:line="276" w:lineRule="auto"/>
        <w:outlineLvl w:val="0"/>
        <w:rPr>
          <w:rFonts w:cstheme="minorHAnsi"/>
          <w:sz w:val="20"/>
        </w:rPr>
      </w:pPr>
      <w:r w:rsidRPr="002D2118">
        <w:rPr>
          <w:rFonts w:cstheme="minorHAnsi"/>
          <w:sz w:val="20"/>
        </w:rPr>
        <w:t xml:space="preserve">oraz zgodnie z projektem Umowy zakupowej stanowiącym </w:t>
      </w:r>
      <w:r w:rsidRPr="002D2118">
        <w:rPr>
          <w:rFonts w:cstheme="minorHAnsi"/>
          <w:b/>
          <w:sz w:val="20"/>
        </w:rPr>
        <w:t>Załącznik nr 5 do SWZ</w:t>
      </w:r>
      <w:r w:rsidRPr="002D2118">
        <w:rPr>
          <w:rFonts w:cstheme="minorHAnsi"/>
          <w:sz w:val="20"/>
        </w:rPr>
        <w:t>.</w:t>
      </w:r>
    </w:p>
    <w:p w14:paraId="7367B412" w14:textId="77777777" w:rsidR="00E0332B" w:rsidRPr="004906BC" w:rsidRDefault="00E0332B" w:rsidP="00DB2BFF">
      <w:pPr>
        <w:pStyle w:val="Akapitzlist"/>
        <w:spacing w:before="120" w:line="276" w:lineRule="auto"/>
        <w:ind w:left="284"/>
        <w:jc w:val="both"/>
        <w:outlineLvl w:val="0"/>
        <w:rPr>
          <w:rFonts w:cstheme="minorHAnsi"/>
        </w:rPr>
      </w:pPr>
    </w:p>
    <w:p w14:paraId="1C6B6682" w14:textId="3EE5E200" w:rsidR="004906BC" w:rsidRDefault="00E0332B" w:rsidP="00E0332B">
      <w:pPr>
        <w:pStyle w:val="Akapitzlist"/>
        <w:numPr>
          <w:ilvl w:val="0"/>
          <w:numId w:val="31"/>
        </w:numPr>
        <w:spacing w:before="120" w:after="0" w:line="276" w:lineRule="auto"/>
        <w:ind w:left="284" w:hanging="284"/>
        <w:jc w:val="both"/>
        <w:outlineLvl w:val="0"/>
        <w:rPr>
          <w:rFonts w:cstheme="minorHAnsi"/>
          <w:b/>
        </w:rPr>
      </w:pPr>
      <w:r>
        <w:rPr>
          <w:rFonts w:cstheme="minorHAnsi"/>
          <w:b/>
        </w:rPr>
        <w:t xml:space="preserve">Minimum logistyczne: </w:t>
      </w:r>
      <w:r w:rsidRPr="00E0332B">
        <w:rPr>
          <w:rFonts w:cstheme="minorHAnsi"/>
          <w:b/>
        </w:rPr>
        <w:t>nie dotyczy</w:t>
      </w:r>
    </w:p>
    <w:p w14:paraId="141BEE99" w14:textId="77777777" w:rsidR="00E0332B" w:rsidRPr="00E0332B" w:rsidRDefault="00E0332B" w:rsidP="00E0332B">
      <w:pPr>
        <w:pStyle w:val="Akapitzlist"/>
        <w:spacing w:before="120" w:after="0" w:line="276" w:lineRule="auto"/>
        <w:ind w:left="284"/>
        <w:jc w:val="both"/>
        <w:outlineLvl w:val="0"/>
        <w:rPr>
          <w:rFonts w:cstheme="minorHAnsi"/>
          <w:b/>
        </w:rPr>
      </w:pPr>
    </w:p>
    <w:p w14:paraId="1CFECC32"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Miejsce realizacji zakupu</w:t>
      </w:r>
    </w:p>
    <w:p w14:paraId="32A2244E" w14:textId="00A48846" w:rsidR="00E0332B" w:rsidRPr="00E0332B" w:rsidRDefault="00E0332B" w:rsidP="00E0332B">
      <w:pPr>
        <w:spacing w:before="120" w:line="276" w:lineRule="auto"/>
        <w:ind w:firstLine="284"/>
        <w:outlineLvl w:val="0"/>
        <w:rPr>
          <w:rFonts w:cstheme="minorHAnsi"/>
          <w:b/>
          <w:i/>
          <w:sz w:val="20"/>
        </w:rPr>
      </w:pPr>
      <w:r w:rsidRPr="002D2118">
        <w:rPr>
          <w:rFonts w:cstheme="minorHAnsi"/>
          <w:sz w:val="20"/>
        </w:rPr>
        <w:t xml:space="preserve">Na terenie działania: </w:t>
      </w:r>
      <w:r w:rsidRPr="002D2118">
        <w:rPr>
          <w:rFonts w:cstheme="minorHAnsi"/>
          <w:b/>
          <w:i/>
          <w:sz w:val="20"/>
        </w:rPr>
        <w:t xml:space="preserve">RE </w:t>
      </w:r>
      <w:r w:rsidR="007D6EA0">
        <w:rPr>
          <w:rFonts w:cstheme="minorHAnsi"/>
          <w:b/>
          <w:i/>
          <w:sz w:val="20"/>
        </w:rPr>
        <w:t>Zgierz-Pabianice</w:t>
      </w:r>
      <w:r w:rsidRPr="002D2118">
        <w:rPr>
          <w:rFonts w:cstheme="minorHAnsi"/>
          <w:b/>
          <w:i/>
          <w:sz w:val="20"/>
        </w:rPr>
        <w:t>, miejscowość</w:t>
      </w:r>
      <w:r w:rsidR="007D6EA0">
        <w:rPr>
          <w:rFonts w:cstheme="minorHAnsi"/>
          <w:b/>
          <w:i/>
          <w:sz w:val="20"/>
        </w:rPr>
        <w:t xml:space="preserve"> Borchówka</w:t>
      </w:r>
      <w:r w:rsidRPr="002D2118">
        <w:rPr>
          <w:rFonts w:cstheme="minorHAnsi"/>
          <w:b/>
          <w:i/>
          <w:sz w:val="20"/>
        </w:rPr>
        <w:t xml:space="preserve">, </w:t>
      </w:r>
      <w:r w:rsidR="007D6EA0">
        <w:rPr>
          <w:rFonts w:cstheme="minorHAnsi"/>
          <w:b/>
          <w:i/>
          <w:sz w:val="20"/>
        </w:rPr>
        <w:t>gm. Nowosolna</w:t>
      </w:r>
    </w:p>
    <w:p w14:paraId="5BE5272F" w14:textId="77777777" w:rsidR="00E0332B" w:rsidRPr="002D2118" w:rsidRDefault="00E0332B" w:rsidP="00E0332B">
      <w:pPr>
        <w:pStyle w:val="Akapitzlist"/>
        <w:numPr>
          <w:ilvl w:val="0"/>
          <w:numId w:val="31"/>
        </w:numPr>
        <w:spacing w:before="120" w:after="0" w:line="276" w:lineRule="auto"/>
        <w:ind w:left="284" w:hanging="284"/>
        <w:jc w:val="both"/>
        <w:outlineLvl w:val="0"/>
        <w:rPr>
          <w:rFonts w:cstheme="minorHAnsi"/>
          <w:b/>
          <w:sz w:val="20"/>
        </w:rPr>
      </w:pPr>
      <w:r w:rsidRPr="002D2118">
        <w:rPr>
          <w:rFonts w:cstheme="minorHAnsi"/>
          <w:b/>
          <w:sz w:val="20"/>
        </w:rPr>
        <w:t xml:space="preserve">Dostawy inwestorskie </w:t>
      </w:r>
    </w:p>
    <w:p w14:paraId="5E41C337" w14:textId="77777777" w:rsidR="00E0332B" w:rsidRPr="002D2118" w:rsidRDefault="00E0332B" w:rsidP="00E0332B">
      <w:pPr>
        <w:pStyle w:val="Akapitzlist"/>
        <w:numPr>
          <w:ilvl w:val="1"/>
          <w:numId w:val="31"/>
        </w:numPr>
        <w:spacing w:before="120" w:after="0" w:line="276" w:lineRule="auto"/>
        <w:ind w:left="360"/>
        <w:jc w:val="both"/>
        <w:outlineLvl w:val="0"/>
        <w:rPr>
          <w:rFonts w:cstheme="minorHAnsi"/>
          <w:sz w:val="20"/>
        </w:rPr>
      </w:pPr>
      <w:r w:rsidRPr="002D2118">
        <w:rPr>
          <w:rFonts w:cstheme="minorHAnsi"/>
          <w:sz w:val="20"/>
        </w:rPr>
        <w:t xml:space="preserve">Zamawiający wymaga aby wszystkie dostarczone przez Wykonawcę materiały i urządzenia </w:t>
      </w:r>
      <w:r w:rsidRPr="002D2118">
        <w:rPr>
          <w:rFonts w:cstheme="minorHAnsi"/>
          <w:b/>
          <w:sz w:val="20"/>
        </w:rPr>
        <w:t>(w tym transformatory)</w:t>
      </w:r>
      <w:r w:rsidRPr="002D2118">
        <w:rPr>
          <w:rFonts w:cstheme="minorHAnsi"/>
          <w:sz w:val="20"/>
        </w:rPr>
        <w:t>, stanowiące przedmiot zamówienia były fabrycznie nowe i wyprodukowane nie wcześniej niż 12 miesięcy licząc od daty rozpoczęcia robót budowlano – montażowych oraz spełniać określone poniżej wymagania techniczne.</w:t>
      </w:r>
    </w:p>
    <w:p w14:paraId="1BEAED79" w14:textId="29DABEB7" w:rsidR="00E0332B" w:rsidRPr="002D2118" w:rsidRDefault="00E0332B" w:rsidP="00E0332B">
      <w:pPr>
        <w:pStyle w:val="Akapitzlist"/>
        <w:numPr>
          <w:ilvl w:val="1"/>
          <w:numId w:val="31"/>
        </w:numPr>
        <w:spacing w:before="120" w:after="0" w:line="276" w:lineRule="auto"/>
        <w:ind w:left="426" w:hanging="426"/>
        <w:jc w:val="both"/>
        <w:outlineLvl w:val="0"/>
        <w:rPr>
          <w:rFonts w:cstheme="minorHAnsi"/>
          <w:b/>
          <w:sz w:val="20"/>
        </w:rPr>
      </w:pPr>
      <w:r w:rsidRPr="002D2118">
        <w:rPr>
          <w:rFonts w:cstheme="minorHAnsi"/>
          <w:b/>
          <w:sz w:val="20"/>
        </w:rPr>
        <w:t>Wymagania techniczne dotyczące transformatorów rozdzielczych SN/nN stanowią załącznik do niniejszej Specyfikacji (SST-transformatory</w:t>
      </w:r>
      <w:r w:rsidR="007D6EA0">
        <w:rPr>
          <w:rFonts w:cstheme="minorHAnsi"/>
          <w:b/>
          <w:sz w:val="20"/>
        </w:rPr>
        <w:t xml:space="preserve">) – nie dotyczy </w:t>
      </w:r>
    </w:p>
    <w:p w14:paraId="1EA5024B"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Pozostałe, podstawowe wyma</w:t>
      </w:r>
      <w:r>
        <w:rPr>
          <w:rFonts w:cstheme="minorHAnsi"/>
          <w:sz w:val="20"/>
        </w:rPr>
        <w:t>gania dotyczące dostaw określa U</w:t>
      </w:r>
      <w:r w:rsidRPr="00E33FE1">
        <w:rPr>
          <w:rFonts w:cstheme="minorHAnsi"/>
          <w:sz w:val="20"/>
        </w:rPr>
        <w:t xml:space="preserve">mowa stanowiąca </w:t>
      </w:r>
      <w:r>
        <w:rPr>
          <w:rFonts w:cstheme="minorHAnsi"/>
          <w:b/>
          <w:sz w:val="20"/>
        </w:rPr>
        <w:t>Załącznik nr 5 do S</w:t>
      </w:r>
      <w:r w:rsidRPr="00E33FE1">
        <w:rPr>
          <w:rFonts w:cstheme="minorHAnsi"/>
          <w:b/>
          <w:sz w:val="20"/>
        </w:rPr>
        <w:t>WZ</w:t>
      </w:r>
      <w:r w:rsidRPr="00E33FE1">
        <w:rPr>
          <w:rFonts w:cstheme="minorHAnsi"/>
          <w:sz w:val="20"/>
        </w:rPr>
        <w:t>.</w:t>
      </w:r>
    </w:p>
    <w:p w14:paraId="3B55A7BA" w14:textId="77777777" w:rsidR="00E0332B" w:rsidRPr="00E33FE1"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Dostawa Zamawiającego:</w:t>
      </w:r>
    </w:p>
    <w:p w14:paraId="6010520D" w14:textId="77777777" w:rsidR="00E0332B" w:rsidRDefault="00E0332B" w:rsidP="00E0332B">
      <w:pPr>
        <w:spacing w:before="120" w:line="276" w:lineRule="auto"/>
        <w:ind w:left="284"/>
        <w:outlineLvl w:val="0"/>
        <w:rPr>
          <w:rFonts w:cstheme="minorHAnsi"/>
          <w:sz w:val="20"/>
        </w:rPr>
      </w:pPr>
      <w:r w:rsidRPr="00E33FE1">
        <w:rPr>
          <w:rFonts w:cstheme="minorHAnsi"/>
          <w:sz w:val="20"/>
        </w:rPr>
        <w:t xml:space="preserve">Liczniki i modemy do układów bilansujących w stacjach SN/nN </w:t>
      </w:r>
      <w:r>
        <w:rPr>
          <w:rFonts w:cstheme="minorHAnsi"/>
          <w:sz w:val="20"/>
        </w:rPr>
        <w:t>(jeżeli występują w dokumentacji projektowej) stanowią dostawę Zamawiającego</w:t>
      </w:r>
    </w:p>
    <w:p w14:paraId="63414E7A" w14:textId="77777777" w:rsidR="00E0332B" w:rsidRDefault="00E0332B" w:rsidP="00E0332B">
      <w:pPr>
        <w:pStyle w:val="Akapitzlist"/>
        <w:spacing w:before="120" w:after="0" w:line="276" w:lineRule="auto"/>
        <w:ind w:left="284"/>
        <w:jc w:val="both"/>
        <w:outlineLvl w:val="0"/>
        <w:rPr>
          <w:rFonts w:cstheme="minorHAnsi"/>
          <w:b/>
        </w:rPr>
      </w:pPr>
    </w:p>
    <w:p w14:paraId="57422BAC" w14:textId="5AE6CC87" w:rsid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Gwarancja </w:t>
      </w:r>
    </w:p>
    <w:p w14:paraId="4F458F2E"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CE3822">
        <w:rPr>
          <w:rFonts w:cstheme="minorHAnsi"/>
          <w:sz w:val="20"/>
        </w:rPr>
        <w:t xml:space="preserve">Wykonawca </w:t>
      </w:r>
      <w:r>
        <w:rPr>
          <w:rFonts w:cstheme="minorHAnsi"/>
          <w:sz w:val="20"/>
        </w:rPr>
        <w:t xml:space="preserve">udzieli Zamawiającemu rękojmi i 60 </w:t>
      </w:r>
      <w:r w:rsidRPr="00CE3822">
        <w:rPr>
          <w:rFonts w:cstheme="minorHAnsi"/>
          <w:sz w:val="20"/>
        </w:rPr>
        <w:t xml:space="preserve">miesięcznej gwarancji na wykonane zamówienie wraz z zamontowanymi urządzeniami, licząc od </w:t>
      </w:r>
      <w:r>
        <w:rPr>
          <w:rFonts w:cstheme="minorHAnsi"/>
          <w:sz w:val="20"/>
        </w:rPr>
        <w:t>dnia odbioru końcowego bez uwag. Szczegóły w projekcie</w:t>
      </w:r>
      <w:r w:rsidRPr="00F8659E">
        <w:rPr>
          <w:rFonts w:cstheme="minorHAnsi"/>
          <w:sz w:val="20"/>
        </w:rPr>
        <w:t xml:space="preserve"> Umowy stanowiącego </w:t>
      </w:r>
      <w:r>
        <w:rPr>
          <w:rFonts w:cstheme="minorHAnsi"/>
          <w:b/>
          <w:sz w:val="20"/>
        </w:rPr>
        <w:t>Załącznik nr 5</w:t>
      </w:r>
      <w:r w:rsidRPr="00F8659E">
        <w:rPr>
          <w:rFonts w:cstheme="minorHAnsi"/>
          <w:b/>
          <w:sz w:val="20"/>
        </w:rPr>
        <w:t xml:space="preserve"> do SWZ</w:t>
      </w:r>
      <w:r>
        <w:rPr>
          <w:rFonts w:cstheme="minorHAnsi"/>
          <w:b/>
          <w:sz w:val="20"/>
        </w:rPr>
        <w:t>.</w:t>
      </w:r>
    </w:p>
    <w:p w14:paraId="2545B70A" w14:textId="77777777" w:rsidR="004906BC" w:rsidRPr="004906BC" w:rsidRDefault="004906BC" w:rsidP="00DB2BFF">
      <w:pPr>
        <w:pStyle w:val="Akapitzlist"/>
        <w:spacing w:before="120" w:line="276" w:lineRule="auto"/>
        <w:ind w:left="426"/>
        <w:jc w:val="both"/>
        <w:outlineLvl w:val="0"/>
        <w:rPr>
          <w:rFonts w:cstheme="minorHAnsi"/>
        </w:rPr>
      </w:pPr>
    </w:p>
    <w:p w14:paraId="7E8BB24D"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 Podwykonawstwo</w:t>
      </w:r>
    </w:p>
    <w:p w14:paraId="5036601E"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9076D4">
        <w:rPr>
          <w:rFonts w:cstheme="minorHAnsi"/>
          <w:sz w:val="20"/>
        </w:rPr>
        <w:t xml:space="preserve">Zamawiający </w:t>
      </w:r>
      <w:r w:rsidRPr="009076D4">
        <w:rPr>
          <w:rFonts w:cstheme="minorHAnsi"/>
          <w:b/>
          <w:sz w:val="20"/>
        </w:rPr>
        <w:t>dopuszcza</w:t>
      </w:r>
      <w:r>
        <w:rPr>
          <w:rFonts w:cstheme="minorHAnsi"/>
          <w:sz w:val="20"/>
        </w:rPr>
        <w:t xml:space="preserve"> wykonywanie</w:t>
      </w:r>
      <w:r w:rsidRPr="009076D4">
        <w:rPr>
          <w:rFonts w:cstheme="minorHAnsi"/>
          <w:sz w:val="20"/>
        </w:rPr>
        <w:t xml:space="preserve"> przedmiotu</w:t>
      </w:r>
      <w:r w:rsidRPr="004B4556">
        <w:rPr>
          <w:rFonts w:cstheme="minorHAnsi"/>
          <w:sz w:val="20"/>
        </w:rPr>
        <w:t xml:space="preserve"> zakupu przez podwykonawców.</w:t>
      </w:r>
      <w:r>
        <w:rPr>
          <w:rFonts w:cstheme="minorHAnsi"/>
          <w:sz w:val="20"/>
        </w:rPr>
        <w:t xml:space="preserve"> </w:t>
      </w:r>
    </w:p>
    <w:p w14:paraId="51123105"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4B4556">
        <w:rPr>
          <w:rFonts w:cstheme="minorHAnsi"/>
          <w:sz w:val="20"/>
        </w:rPr>
        <w:t>W przypadku powierzenia realizacji zakupu podwykonawcom</w:t>
      </w:r>
      <w:r>
        <w:rPr>
          <w:rFonts w:cstheme="minorHAnsi"/>
          <w:sz w:val="20"/>
        </w:rPr>
        <w:t>, Wykonawca jest zobowiązany w F</w:t>
      </w:r>
      <w:r w:rsidRPr="004B4556">
        <w:rPr>
          <w:rFonts w:cstheme="minorHAnsi"/>
          <w:sz w:val="20"/>
        </w:rPr>
        <w:t>ormularzu Oferty wprowadzić ich nazwy oraz określić</w:t>
      </w:r>
      <w:r>
        <w:rPr>
          <w:rFonts w:cstheme="minorHAnsi"/>
          <w:sz w:val="20"/>
        </w:rPr>
        <w:t>,</w:t>
      </w:r>
      <w:r w:rsidRPr="004B4556">
        <w:rPr>
          <w:rFonts w:cstheme="minorHAnsi"/>
          <w:sz w:val="20"/>
        </w:rPr>
        <w:t xml:space="preserve"> jaką część </w:t>
      </w:r>
      <w:r>
        <w:rPr>
          <w:rFonts w:cstheme="minorHAnsi"/>
          <w:sz w:val="20"/>
        </w:rPr>
        <w:t>Zakupu</w:t>
      </w:r>
      <w:r w:rsidRPr="004B4556">
        <w:rPr>
          <w:rFonts w:cstheme="minorHAnsi"/>
          <w:sz w:val="20"/>
        </w:rPr>
        <w:t xml:space="preserve"> zamierza im powierzyć</w:t>
      </w:r>
      <w:r w:rsidRPr="00B548F8">
        <w:rPr>
          <w:rFonts w:cstheme="minorHAnsi"/>
          <w:sz w:val="20"/>
        </w:rPr>
        <w:t xml:space="preserve">, jeżeli </w:t>
      </w:r>
      <w:r>
        <w:rPr>
          <w:rFonts w:cstheme="minorHAnsi"/>
          <w:sz w:val="20"/>
        </w:rPr>
        <w:t xml:space="preserve">Podwykonawcy </w:t>
      </w:r>
      <w:r w:rsidRPr="00B548F8">
        <w:rPr>
          <w:rFonts w:cstheme="minorHAnsi"/>
          <w:sz w:val="20"/>
        </w:rPr>
        <w:t>są już znani</w:t>
      </w:r>
      <w:r>
        <w:rPr>
          <w:rFonts w:cstheme="minorHAnsi"/>
          <w:sz w:val="20"/>
        </w:rPr>
        <w:t>.</w:t>
      </w:r>
    </w:p>
    <w:p w14:paraId="2EAEF72E" w14:textId="77777777" w:rsidR="00A62B4C" w:rsidRPr="00A62B4C" w:rsidRDefault="00A62B4C" w:rsidP="00DB2BFF">
      <w:pPr>
        <w:jc w:val="both"/>
        <w:rPr>
          <w:rFonts w:ascii="Verdana" w:eastAsia="Verdana" w:hAnsi="Verdana" w:cs="Times New Roman"/>
        </w:rPr>
      </w:pPr>
    </w:p>
    <w:bookmarkEnd w:id="0"/>
    <w:bookmarkEnd w:id="1"/>
    <w:bookmarkEnd w:id="2"/>
    <w:bookmarkEnd w:id="3"/>
    <w:bookmarkEnd w:id="4"/>
    <w:bookmarkEnd w:id="5"/>
    <w:p w14:paraId="068AA60B" w14:textId="77777777" w:rsidR="00E0332B" w:rsidRDefault="00E0332B" w:rsidP="00E0332B"/>
    <w:p w14:paraId="10109977" w14:textId="77777777" w:rsidR="00E0332B" w:rsidRPr="00DA054A" w:rsidRDefault="00E0332B" w:rsidP="00E0332B">
      <w:pPr>
        <w:rPr>
          <w:rFonts w:cstheme="minorHAnsi"/>
          <w:b/>
          <w:sz w:val="20"/>
        </w:rPr>
      </w:pPr>
      <w:r w:rsidRPr="00DA054A">
        <w:rPr>
          <w:rFonts w:cstheme="minorHAnsi"/>
          <w:b/>
          <w:sz w:val="20"/>
        </w:rPr>
        <w:t>Załączniki:</w:t>
      </w:r>
      <w:r>
        <w:rPr>
          <w:rFonts w:cstheme="minorHAnsi"/>
          <w:b/>
          <w:sz w:val="20"/>
        </w:rPr>
        <w:t xml:space="preserve"> </w:t>
      </w:r>
    </w:p>
    <w:p w14:paraId="67DC16D0" w14:textId="77777777" w:rsidR="00E0332B" w:rsidRPr="00DA054A" w:rsidRDefault="00E0332B" w:rsidP="00E0332B">
      <w:pPr>
        <w:rPr>
          <w:rFonts w:cstheme="minorHAnsi"/>
          <w:sz w:val="20"/>
        </w:rPr>
      </w:pPr>
      <w:r>
        <w:rPr>
          <w:rFonts w:cstheme="minorHAnsi"/>
          <w:sz w:val="20"/>
        </w:rPr>
        <w:t>Załącznik nr 1.1 – Z</w:t>
      </w:r>
      <w:r w:rsidRPr="00DA054A">
        <w:rPr>
          <w:rFonts w:cstheme="minorHAnsi"/>
          <w:sz w:val="20"/>
        </w:rPr>
        <w:t>awartość projektu budowlanego, wykonawczego i zgód właścicieli nieruchomości</w:t>
      </w:r>
    </w:p>
    <w:p w14:paraId="01640654" w14:textId="77777777" w:rsidR="00E0332B" w:rsidRPr="00DA054A" w:rsidRDefault="00E0332B" w:rsidP="00E0332B">
      <w:pPr>
        <w:rPr>
          <w:rFonts w:cstheme="minorHAnsi"/>
          <w:sz w:val="20"/>
        </w:rPr>
      </w:pPr>
      <w:r>
        <w:rPr>
          <w:rFonts w:cstheme="minorHAnsi"/>
          <w:sz w:val="20"/>
        </w:rPr>
        <w:t xml:space="preserve">Załącznik nr 1.2 – </w:t>
      </w:r>
      <w:r w:rsidRPr="00DA054A">
        <w:rPr>
          <w:rFonts w:cstheme="minorHAnsi"/>
          <w:sz w:val="20"/>
        </w:rPr>
        <w:t>Wytyczne do kosztorysowania</w:t>
      </w:r>
    </w:p>
    <w:p w14:paraId="7553730B" w14:textId="77777777" w:rsidR="00E0332B" w:rsidRPr="00DA054A" w:rsidRDefault="00E0332B" w:rsidP="00E0332B">
      <w:pPr>
        <w:rPr>
          <w:rFonts w:cstheme="minorHAnsi"/>
          <w:sz w:val="20"/>
        </w:rPr>
      </w:pPr>
      <w:r>
        <w:rPr>
          <w:rFonts w:cstheme="minorHAnsi"/>
          <w:sz w:val="20"/>
        </w:rPr>
        <w:t xml:space="preserve">Załącznik nr 1.3 – </w:t>
      </w:r>
      <w:r w:rsidRPr="00DA054A">
        <w:rPr>
          <w:rFonts w:cstheme="minorHAnsi"/>
          <w:sz w:val="20"/>
        </w:rPr>
        <w:t>Zawartość wniosku o nabycie gruntu pod projektowaną stację transformatorową wnętrzową</w:t>
      </w:r>
    </w:p>
    <w:p w14:paraId="1D71657C" w14:textId="77777777" w:rsidR="00E0332B" w:rsidRPr="00DA054A" w:rsidRDefault="00E0332B" w:rsidP="00E0332B">
      <w:pPr>
        <w:rPr>
          <w:rFonts w:cstheme="minorHAnsi"/>
          <w:sz w:val="20"/>
        </w:rPr>
      </w:pPr>
      <w:r>
        <w:rPr>
          <w:rFonts w:cstheme="minorHAnsi"/>
          <w:sz w:val="20"/>
        </w:rPr>
        <w:t xml:space="preserve">Załącznik nr 1.4 – </w:t>
      </w:r>
      <w:r w:rsidRPr="00DA054A">
        <w:rPr>
          <w:rFonts w:cstheme="minorHAnsi"/>
          <w:sz w:val="20"/>
        </w:rPr>
        <w:t>Wzór umowy o udostępnieniu nieruchomości w celu</w:t>
      </w:r>
      <w:r>
        <w:rPr>
          <w:rFonts w:cstheme="minorHAnsi"/>
          <w:sz w:val="20"/>
        </w:rPr>
        <w:t xml:space="preserve"> budowy urządzeń energetycznych</w:t>
      </w:r>
    </w:p>
    <w:p w14:paraId="224F0810" w14:textId="77777777" w:rsidR="00E0332B" w:rsidRPr="00DA054A" w:rsidRDefault="00E0332B" w:rsidP="00E0332B">
      <w:pPr>
        <w:rPr>
          <w:rFonts w:cstheme="minorHAnsi"/>
          <w:sz w:val="20"/>
        </w:rPr>
      </w:pPr>
      <w:r>
        <w:rPr>
          <w:rFonts w:cstheme="minorHAnsi"/>
          <w:sz w:val="20"/>
        </w:rPr>
        <w:t xml:space="preserve">Załącznik nr 1.5  – </w:t>
      </w:r>
      <w:r w:rsidRPr="00DA054A">
        <w:rPr>
          <w:rFonts w:cstheme="minorHAnsi"/>
          <w:sz w:val="20"/>
        </w:rPr>
        <w:t>Porozumienie o ustanowieniu</w:t>
      </w:r>
      <w:r>
        <w:rPr>
          <w:rFonts w:cstheme="minorHAnsi"/>
          <w:sz w:val="20"/>
        </w:rPr>
        <w:t xml:space="preserve"> służebności przesyłu</w:t>
      </w:r>
    </w:p>
    <w:p w14:paraId="4CF50243" w14:textId="77777777" w:rsidR="00E0332B" w:rsidRDefault="00E0332B" w:rsidP="00E0332B">
      <w:pPr>
        <w:rPr>
          <w:rFonts w:cstheme="minorHAnsi"/>
          <w:sz w:val="20"/>
        </w:rPr>
      </w:pPr>
      <w:r>
        <w:rPr>
          <w:rFonts w:cstheme="minorHAnsi"/>
          <w:sz w:val="20"/>
        </w:rPr>
        <w:t xml:space="preserve">Załącznik nr 1.6 – </w:t>
      </w:r>
      <w:r w:rsidRPr="00DA054A">
        <w:rPr>
          <w:rFonts w:cstheme="minorHAnsi"/>
          <w:sz w:val="20"/>
        </w:rPr>
        <w:t>Niezbędna treść do zamieszczenia w umowie o us</w:t>
      </w:r>
      <w:r>
        <w:rPr>
          <w:rFonts w:cstheme="minorHAnsi"/>
          <w:sz w:val="20"/>
        </w:rPr>
        <w:t>tanowienie służebności przesyłu</w:t>
      </w:r>
    </w:p>
    <w:p w14:paraId="6E64A3DF" w14:textId="77777777" w:rsidR="00E0332B" w:rsidRPr="00FB486A" w:rsidRDefault="00E0332B" w:rsidP="00E0332B">
      <w:pPr>
        <w:rPr>
          <w:rFonts w:cstheme="minorHAnsi"/>
          <w:color w:val="7030A0"/>
          <w:sz w:val="20"/>
        </w:rPr>
      </w:pPr>
      <w:r w:rsidRPr="00FB486A">
        <w:rPr>
          <w:rFonts w:cstheme="minorHAnsi"/>
          <w:color w:val="7030A0"/>
          <w:sz w:val="20"/>
        </w:rPr>
        <w:t>Załącznik nr 1.7 – Specyfikacja techniczna</w:t>
      </w:r>
    </w:p>
    <w:p w14:paraId="25EF928E" w14:textId="77777777" w:rsidR="00E0332B" w:rsidRDefault="00E0332B" w:rsidP="00E0332B">
      <w:pPr>
        <w:rPr>
          <w:rFonts w:cstheme="minorHAnsi"/>
          <w:sz w:val="20"/>
        </w:rPr>
      </w:pPr>
      <w:r>
        <w:rPr>
          <w:rFonts w:cstheme="minorHAnsi"/>
          <w:sz w:val="20"/>
        </w:rPr>
        <w:t>Załącznik nr 1.8 – Mapa poglądowa</w:t>
      </w:r>
    </w:p>
    <w:p w14:paraId="72D624D4" w14:textId="77777777" w:rsidR="00E0332B" w:rsidRDefault="00E0332B" w:rsidP="00E0332B">
      <w:pPr>
        <w:rPr>
          <w:rFonts w:cstheme="minorHAnsi"/>
          <w:sz w:val="20"/>
        </w:rPr>
      </w:pPr>
      <w:r>
        <w:rPr>
          <w:rFonts w:cstheme="minorHAnsi"/>
          <w:sz w:val="20"/>
        </w:rPr>
        <w:t>Załącznik nr 1.9 – Warunki przyłączenia</w:t>
      </w:r>
    </w:p>
    <w:p w14:paraId="1C4FD1A7" w14:textId="77777777" w:rsidR="00E0332B" w:rsidRPr="00DA054A" w:rsidRDefault="00E0332B" w:rsidP="00E0332B">
      <w:pPr>
        <w:rPr>
          <w:rFonts w:cstheme="minorHAnsi"/>
          <w:sz w:val="20"/>
        </w:rPr>
      </w:pPr>
      <w:r>
        <w:rPr>
          <w:rFonts w:cstheme="minorHAnsi"/>
          <w:sz w:val="20"/>
        </w:rPr>
        <w:t xml:space="preserve">Załącznik nr 1.10 – </w:t>
      </w:r>
      <w:r w:rsidRPr="0095084F">
        <w:rPr>
          <w:rFonts w:cstheme="minorHAnsi"/>
          <w:sz w:val="20"/>
        </w:rPr>
        <w:t>Wytyczne dla dokumentacji w zakresie tytułów prawnych</w:t>
      </w:r>
      <w:r>
        <w:rPr>
          <w:rFonts w:cstheme="minorHAnsi"/>
          <w:sz w:val="20"/>
        </w:rPr>
        <w:t xml:space="preserve"> </w:t>
      </w:r>
    </w:p>
    <w:p w14:paraId="16A957F7" w14:textId="77777777" w:rsidR="00E0332B" w:rsidRDefault="00E0332B" w:rsidP="00FD4B8D">
      <w:pPr>
        <w:tabs>
          <w:tab w:val="left" w:pos="4357"/>
          <w:tab w:val="left" w:pos="8509"/>
        </w:tabs>
        <w:rPr>
          <w:rFonts w:ascii="Verdana" w:eastAsia="Verdana" w:hAnsi="Verdana" w:cs="Times New Roman"/>
        </w:rPr>
      </w:pPr>
    </w:p>
    <w:p w14:paraId="45BE7EF3" w14:textId="77777777" w:rsidR="00E0332B" w:rsidRDefault="00E0332B" w:rsidP="00FD4B8D">
      <w:pPr>
        <w:tabs>
          <w:tab w:val="left" w:pos="4357"/>
          <w:tab w:val="left" w:pos="8509"/>
        </w:tabs>
        <w:rPr>
          <w:rFonts w:ascii="Verdana" w:eastAsia="Verdana" w:hAnsi="Verdana" w:cs="Times New Roman"/>
        </w:rPr>
      </w:pPr>
    </w:p>
    <w:p w14:paraId="75B26C4A" w14:textId="77777777" w:rsidR="00E0332B" w:rsidRDefault="00E0332B" w:rsidP="00FD4B8D">
      <w:pPr>
        <w:tabs>
          <w:tab w:val="left" w:pos="4357"/>
          <w:tab w:val="left" w:pos="8509"/>
        </w:tabs>
        <w:rPr>
          <w:rFonts w:ascii="Verdana" w:eastAsia="Verdana" w:hAnsi="Verdana" w:cs="Times New Roman"/>
        </w:rPr>
      </w:pPr>
    </w:p>
    <w:p w14:paraId="042BB02E" w14:textId="77777777" w:rsidR="00E0332B" w:rsidRDefault="00E0332B" w:rsidP="00FD4B8D">
      <w:pPr>
        <w:tabs>
          <w:tab w:val="left" w:pos="4357"/>
          <w:tab w:val="left" w:pos="8509"/>
        </w:tabs>
        <w:rPr>
          <w:rFonts w:ascii="Verdana" w:eastAsia="Verdana" w:hAnsi="Verdana" w:cs="Times New Roman"/>
        </w:rPr>
      </w:pPr>
    </w:p>
    <w:p w14:paraId="00AAB9B2" w14:textId="77777777" w:rsidR="00E0332B" w:rsidRDefault="00E0332B" w:rsidP="00FD4B8D">
      <w:pPr>
        <w:tabs>
          <w:tab w:val="left" w:pos="4357"/>
          <w:tab w:val="left" w:pos="8509"/>
        </w:tabs>
        <w:rPr>
          <w:rFonts w:ascii="Verdana" w:eastAsia="Verdana" w:hAnsi="Verdana" w:cs="Times New Roman"/>
        </w:rPr>
      </w:pPr>
    </w:p>
    <w:p w14:paraId="17F6BB03" w14:textId="77777777" w:rsidR="00E0332B" w:rsidRDefault="00E0332B" w:rsidP="00FD4B8D">
      <w:pPr>
        <w:tabs>
          <w:tab w:val="left" w:pos="4357"/>
          <w:tab w:val="left" w:pos="8509"/>
        </w:tabs>
        <w:rPr>
          <w:rFonts w:ascii="Verdana" w:eastAsia="Verdana" w:hAnsi="Verdana" w:cs="Times New Roman"/>
        </w:rPr>
      </w:pPr>
    </w:p>
    <w:p w14:paraId="0BA877B4" w14:textId="77777777" w:rsidR="00E0332B" w:rsidRDefault="00E0332B" w:rsidP="00FD4B8D">
      <w:pPr>
        <w:tabs>
          <w:tab w:val="left" w:pos="4357"/>
          <w:tab w:val="left" w:pos="8509"/>
        </w:tabs>
        <w:rPr>
          <w:rFonts w:ascii="Verdana" w:eastAsia="Verdana" w:hAnsi="Verdana" w:cs="Times New Roman"/>
        </w:rPr>
      </w:pPr>
    </w:p>
    <w:p w14:paraId="41851403" w14:textId="77777777" w:rsidR="00E0332B" w:rsidRDefault="00E0332B" w:rsidP="00FD4B8D">
      <w:pPr>
        <w:tabs>
          <w:tab w:val="left" w:pos="4357"/>
          <w:tab w:val="left" w:pos="8509"/>
        </w:tabs>
        <w:rPr>
          <w:rFonts w:ascii="Verdana" w:eastAsia="Verdana" w:hAnsi="Verdana" w:cs="Times New Roman"/>
        </w:rPr>
      </w:pPr>
    </w:p>
    <w:p w14:paraId="016BC5A2" w14:textId="77777777" w:rsidR="00E0332B" w:rsidRDefault="00E0332B" w:rsidP="00FD4B8D">
      <w:pPr>
        <w:tabs>
          <w:tab w:val="left" w:pos="4357"/>
          <w:tab w:val="left" w:pos="8509"/>
        </w:tabs>
        <w:rPr>
          <w:rFonts w:ascii="Verdana" w:eastAsia="Verdana" w:hAnsi="Verdana" w:cs="Times New Roman"/>
        </w:rPr>
      </w:pPr>
    </w:p>
    <w:p w14:paraId="11E65D71" w14:textId="77777777" w:rsidR="00E0332B" w:rsidRDefault="00E0332B" w:rsidP="00FD4B8D">
      <w:pPr>
        <w:tabs>
          <w:tab w:val="left" w:pos="4357"/>
          <w:tab w:val="left" w:pos="8509"/>
        </w:tabs>
        <w:rPr>
          <w:rFonts w:ascii="Verdana" w:eastAsia="Verdana" w:hAnsi="Verdana" w:cs="Times New Roman"/>
        </w:rPr>
      </w:pPr>
    </w:p>
    <w:p w14:paraId="72CF85F4" w14:textId="77777777" w:rsidR="00E0332B" w:rsidRDefault="00E0332B" w:rsidP="00FD4B8D">
      <w:pPr>
        <w:tabs>
          <w:tab w:val="left" w:pos="4357"/>
          <w:tab w:val="left" w:pos="8509"/>
        </w:tabs>
        <w:rPr>
          <w:rFonts w:ascii="Verdana" w:eastAsia="Verdana" w:hAnsi="Verdana" w:cs="Times New Roman"/>
        </w:rPr>
      </w:pPr>
    </w:p>
    <w:p w14:paraId="1FF94C58" w14:textId="77777777" w:rsidR="00E0332B" w:rsidRDefault="00E0332B" w:rsidP="00FD4B8D">
      <w:pPr>
        <w:tabs>
          <w:tab w:val="left" w:pos="4357"/>
          <w:tab w:val="left" w:pos="8509"/>
        </w:tabs>
        <w:rPr>
          <w:rFonts w:ascii="Verdana" w:eastAsia="Verdana" w:hAnsi="Verdana" w:cs="Times New Roman"/>
        </w:rPr>
      </w:pPr>
    </w:p>
    <w:p w14:paraId="7E45A11B" w14:textId="77777777" w:rsidR="00E0332B" w:rsidRDefault="00E0332B" w:rsidP="00FD4B8D">
      <w:pPr>
        <w:tabs>
          <w:tab w:val="left" w:pos="4357"/>
          <w:tab w:val="left" w:pos="8509"/>
        </w:tabs>
        <w:rPr>
          <w:rFonts w:ascii="Verdana" w:eastAsia="Verdana" w:hAnsi="Verdana" w:cs="Times New Roman"/>
        </w:rPr>
      </w:pPr>
    </w:p>
    <w:p w14:paraId="7455ED65" w14:textId="77777777" w:rsidR="00E0332B" w:rsidRDefault="00E0332B" w:rsidP="00FD4B8D">
      <w:pPr>
        <w:tabs>
          <w:tab w:val="left" w:pos="4357"/>
          <w:tab w:val="left" w:pos="8509"/>
        </w:tabs>
        <w:rPr>
          <w:rFonts w:ascii="Verdana" w:eastAsia="Verdana" w:hAnsi="Verdana" w:cs="Times New Roman"/>
        </w:rPr>
      </w:pPr>
    </w:p>
    <w:p w14:paraId="731B2FA4" w14:textId="77777777" w:rsidR="00E0332B" w:rsidRDefault="00E0332B" w:rsidP="00FD4B8D">
      <w:pPr>
        <w:tabs>
          <w:tab w:val="left" w:pos="4357"/>
          <w:tab w:val="left" w:pos="8509"/>
        </w:tabs>
        <w:rPr>
          <w:rFonts w:ascii="Verdana" w:eastAsia="Verdana" w:hAnsi="Verdana" w:cs="Times New Roman"/>
        </w:rPr>
      </w:pPr>
    </w:p>
    <w:p w14:paraId="2227FA02" w14:textId="77777777" w:rsidR="00E0332B" w:rsidRDefault="00E0332B" w:rsidP="00FD4B8D">
      <w:pPr>
        <w:tabs>
          <w:tab w:val="left" w:pos="4357"/>
          <w:tab w:val="left" w:pos="8509"/>
        </w:tabs>
        <w:rPr>
          <w:rFonts w:ascii="Verdana" w:eastAsia="Verdana" w:hAnsi="Verdana" w:cs="Times New Roman"/>
        </w:rPr>
      </w:pPr>
    </w:p>
    <w:p w14:paraId="547BD4FB" w14:textId="77777777" w:rsidR="00E0332B" w:rsidRDefault="00E0332B" w:rsidP="00FD4B8D">
      <w:pPr>
        <w:tabs>
          <w:tab w:val="left" w:pos="4357"/>
          <w:tab w:val="left" w:pos="8509"/>
        </w:tabs>
        <w:rPr>
          <w:rFonts w:ascii="Verdana" w:eastAsia="Verdana" w:hAnsi="Verdana" w:cs="Times New Roman"/>
        </w:rPr>
      </w:pPr>
    </w:p>
    <w:p w14:paraId="487159C0" w14:textId="77777777" w:rsidR="00E0332B" w:rsidRPr="006619F7" w:rsidRDefault="00E0332B" w:rsidP="00E0332B">
      <w:pPr>
        <w:rPr>
          <w:rFonts w:cstheme="minorHAnsi"/>
          <w:b/>
          <w:bCs/>
          <w:iCs/>
          <w:sz w:val="20"/>
        </w:rPr>
      </w:pPr>
      <w:r>
        <w:rPr>
          <w:rFonts w:cstheme="minorHAnsi"/>
          <w:b/>
          <w:bCs/>
          <w:iCs/>
          <w:sz w:val="20"/>
        </w:rPr>
        <w:t>Załącznik nr 1.1.a 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F8CF20B" w14:textId="77777777" w:rsidR="00E0332B" w:rsidRPr="005873E7" w:rsidRDefault="00E0332B" w:rsidP="00E0332B">
      <w:pPr>
        <w:jc w:val="right"/>
        <w:rPr>
          <w:rFonts w:cstheme="minorHAnsi"/>
          <w:b/>
          <w:bCs/>
          <w:iCs/>
          <w:sz w:val="20"/>
        </w:rPr>
      </w:pPr>
    </w:p>
    <w:p w14:paraId="1D2E5AED" w14:textId="77777777" w:rsidR="00E0332B" w:rsidRDefault="00E0332B" w:rsidP="00E0332B">
      <w:pPr>
        <w:jc w:val="center"/>
        <w:rPr>
          <w:rFonts w:cstheme="minorHAnsi"/>
          <w:b/>
          <w:sz w:val="20"/>
          <w:u w:val="single"/>
        </w:rPr>
      </w:pPr>
    </w:p>
    <w:p w14:paraId="16630227" w14:textId="77777777" w:rsidR="00E0332B" w:rsidRDefault="00E0332B" w:rsidP="00E0332B">
      <w:pPr>
        <w:jc w:val="center"/>
        <w:rPr>
          <w:rFonts w:cstheme="minorHAnsi"/>
          <w:b/>
          <w:sz w:val="20"/>
          <w:u w:val="single"/>
        </w:rPr>
      </w:pPr>
    </w:p>
    <w:p w14:paraId="6F5653A7" w14:textId="77777777" w:rsidR="00E0332B" w:rsidRDefault="00E0332B" w:rsidP="00E0332B">
      <w:pPr>
        <w:jc w:val="center"/>
        <w:rPr>
          <w:rFonts w:cstheme="minorHAnsi"/>
          <w:b/>
          <w:sz w:val="20"/>
          <w:u w:val="single"/>
        </w:rPr>
      </w:pPr>
      <w:r w:rsidRPr="005873E7">
        <w:rPr>
          <w:rFonts w:cstheme="minorHAnsi"/>
          <w:b/>
          <w:sz w:val="20"/>
          <w:u w:val="single"/>
        </w:rPr>
        <w:t>Projekt budowlany – TOM 1</w:t>
      </w:r>
    </w:p>
    <w:p w14:paraId="5DD4246E" w14:textId="77777777" w:rsidR="00E0332B" w:rsidRPr="005873E7" w:rsidRDefault="00E0332B" w:rsidP="00E0332B">
      <w:pPr>
        <w:jc w:val="center"/>
        <w:rPr>
          <w:rFonts w:cstheme="minorHAnsi"/>
          <w:b/>
          <w:sz w:val="20"/>
          <w:u w:val="single"/>
        </w:rPr>
      </w:pPr>
    </w:p>
    <w:p w14:paraId="2E86660E"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Dane techniczne do projektowania:</w:t>
      </w:r>
    </w:p>
    <w:p w14:paraId="7505F59C"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warunki przyłączenia,</w:t>
      </w:r>
    </w:p>
    <w:p w14:paraId="00AC494D"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dane wyjściowe modernizacji sieci elektroenergetycznych,</w:t>
      </w:r>
    </w:p>
    <w:p w14:paraId="6C84CA8A"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3D5AF97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noProof/>
          <w:sz w:val="20"/>
          <w:lang w:eastAsia="pl-PL"/>
        </w:rPr>
        <mc:AlternateContent>
          <mc:Choice Requires="wps">
            <w:drawing>
              <wp:anchor distT="0" distB="0" distL="114300" distR="114300" simplePos="0" relativeHeight="251659264" behindDoc="0" locked="0" layoutInCell="0" allowOverlap="1" wp14:anchorId="723C3856" wp14:editId="0B4A3FA5">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37C8"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cstheme="minorHAnsi"/>
          <w:sz w:val="20"/>
        </w:rPr>
        <w:t>Klauzula sprawdzenia projektu (w rozumieniu art.20 ust 2 ustawy Prawo Budowlane)</w:t>
      </w:r>
      <w:r>
        <w:rPr>
          <w:rFonts w:cstheme="minorHAnsi"/>
          <w:sz w:val="20"/>
        </w:rPr>
        <w:t>.</w:t>
      </w:r>
      <w:r w:rsidRPr="005873E7">
        <w:rPr>
          <w:rFonts w:cstheme="minorHAnsi"/>
          <w:sz w:val="20"/>
          <w:vertAlign w:val="superscript"/>
        </w:rPr>
        <w:t xml:space="preserve"> 1</w:t>
      </w:r>
    </w:p>
    <w:p w14:paraId="6621D7E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Protokół sprawdzenia projektu przez Zamawiającego (pozytywny)</w:t>
      </w:r>
    </w:p>
    <w:p w14:paraId="3B6461D4" w14:textId="77777777" w:rsidR="00E0332B" w:rsidRPr="005873E7" w:rsidRDefault="00E0332B" w:rsidP="00E0332B">
      <w:pPr>
        <w:tabs>
          <w:tab w:val="num" w:pos="709"/>
        </w:tabs>
        <w:ind w:left="709" w:hanging="283"/>
        <w:rPr>
          <w:rFonts w:cstheme="minorHAnsi"/>
          <w:sz w:val="20"/>
        </w:rPr>
      </w:pPr>
      <w:r w:rsidRPr="005873E7">
        <w:rPr>
          <w:rFonts w:cstheme="minorHAnsi"/>
          <w:sz w:val="20"/>
        </w:rPr>
        <w:t>-</w:t>
      </w:r>
      <w:r>
        <w:rPr>
          <w:rFonts w:cstheme="minorHAnsi"/>
          <w:sz w:val="20"/>
        </w:rPr>
        <w:t xml:space="preserve"> </w:t>
      </w:r>
      <w:r w:rsidRPr="005873E7">
        <w:rPr>
          <w:rFonts w:cstheme="minorHAnsi"/>
          <w:sz w:val="20"/>
        </w:rPr>
        <w:t>oświadczenie projektanta o wprowadzeniu uwag (poprawek) do projektu</w:t>
      </w:r>
      <w:r>
        <w:rPr>
          <w:rFonts w:cstheme="minorHAnsi"/>
          <w:sz w:val="20"/>
        </w:rPr>
        <w:t>.</w:t>
      </w:r>
    </w:p>
    <w:p w14:paraId="1509E29A"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Decyzja o ustaleniu lokalizacji inwestycji celu publicznego z załącznikiem graficznym lub Wyrys i wypis z miejscowego planu zagospodarowania przestrzennego</w:t>
      </w:r>
      <w:r>
        <w:rPr>
          <w:rFonts w:cstheme="minorHAnsi"/>
          <w:sz w:val="20"/>
        </w:rPr>
        <w:t>.</w:t>
      </w:r>
    </w:p>
    <w:p w14:paraId="3746E698"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Opinia ZUDP z załącznikiem graficznym (oryginał załącznika graficznego)</w:t>
      </w:r>
    </w:p>
    <w:p w14:paraId="360914F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Opis</w:t>
      </w:r>
    </w:p>
    <w:p w14:paraId="1576D121"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Trasa linii z naniesionymi, opisanymi i wyróżnionymi kolorami elementami linii (projektowane, istniejące, do demontażu, inne media itp.)</w:t>
      </w:r>
    </w:p>
    <w:p w14:paraId="0A41A0B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Schemat jednokreskowy</w:t>
      </w:r>
    </w:p>
    <w:p w14:paraId="12BED85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na prowa</w:t>
      </w:r>
      <w:r>
        <w:rPr>
          <w:rFonts w:cstheme="minorHAnsi"/>
          <w:sz w:val="20"/>
        </w:rPr>
        <w:t>dzenie robót w pasach drogowych</w:t>
      </w:r>
      <w:r w:rsidRPr="005873E7">
        <w:rPr>
          <w:rFonts w:cstheme="minorHAnsi"/>
          <w:sz w:val="20"/>
          <w:vertAlign w:val="superscript"/>
        </w:rPr>
        <w:footnoteReference w:id="1"/>
      </w:r>
    </w:p>
    <w:p w14:paraId="3E7DFE89"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postanowienia, decyzje, uzgodnienia UM, UG, Zarządy Dróg, ...................................</w:t>
      </w:r>
    </w:p>
    <w:p w14:paraId="029A967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Ochrony Środowiska na prowadzenie robót w terenach zielonych</w:t>
      </w:r>
    </w:p>
    <w:p w14:paraId="7F8A9AF5"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oświadczenie, że nie występuje kolizja z zielenią</w:t>
      </w:r>
    </w:p>
    <w:p w14:paraId="03679967"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Warunki Wojewódzkiego Konserwatora Zabytków </w:t>
      </w:r>
      <w:r w:rsidRPr="005873E7">
        <w:rPr>
          <w:rFonts w:cstheme="minorHAnsi"/>
          <w:sz w:val="20"/>
          <w:vertAlign w:val="superscript"/>
        </w:rPr>
        <w:t>1</w:t>
      </w:r>
    </w:p>
    <w:p w14:paraId="3874BA4B" w14:textId="77777777" w:rsidR="00E0332B" w:rsidRPr="005873E7" w:rsidRDefault="00E0332B" w:rsidP="00E0332B">
      <w:pPr>
        <w:numPr>
          <w:ilvl w:val="0"/>
          <w:numId w:val="36"/>
        </w:numPr>
        <w:spacing w:after="0"/>
        <w:ind w:hanging="340"/>
        <w:jc w:val="both"/>
        <w:rPr>
          <w:rFonts w:cstheme="minorHAnsi"/>
          <w:sz w:val="20"/>
        </w:rPr>
      </w:pPr>
      <w:r>
        <w:rPr>
          <w:rFonts w:cstheme="minorHAnsi"/>
          <w:sz w:val="20"/>
        </w:rPr>
        <w:t>Warunki PKP na przejście</w:t>
      </w:r>
      <w:r w:rsidRPr="005873E7">
        <w:rPr>
          <w:rFonts w:cstheme="minorHAnsi"/>
          <w:sz w:val="20"/>
        </w:rPr>
        <w:t>, przez teren i w pobliżu urządzeń</w:t>
      </w:r>
      <w:r w:rsidRPr="005873E7">
        <w:rPr>
          <w:rFonts w:cstheme="minorHAnsi"/>
          <w:sz w:val="20"/>
          <w:vertAlign w:val="superscript"/>
        </w:rPr>
        <w:t>1</w:t>
      </w:r>
    </w:p>
    <w:p w14:paraId="711B99B9"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Pozwolenie wodno-prawne </w:t>
      </w:r>
      <w:r w:rsidRPr="005873E7">
        <w:rPr>
          <w:rFonts w:cstheme="minorHAnsi"/>
          <w:sz w:val="20"/>
          <w:vertAlign w:val="superscript"/>
        </w:rPr>
        <w:t>1</w:t>
      </w:r>
    </w:p>
    <w:p w14:paraId="4AE53D2D"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Inne szczególne warunki realizacji </w:t>
      </w:r>
      <w:r w:rsidRPr="005873E7">
        <w:rPr>
          <w:rFonts w:cstheme="minorHAnsi"/>
          <w:sz w:val="20"/>
          <w:vertAlign w:val="superscript"/>
        </w:rPr>
        <w:t>1</w:t>
      </w:r>
    </w:p>
    <w:p w14:paraId="5768C1A3" w14:textId="77777777" w:rsidR="00E0332B" w:rsidRPr="005873E7" w:rsidRDefault="00E0332B" w:rsidP="00E0332B">
      <w:pPr>
        <w:numPr>
          <w:ilvl w:val="1"/>
          <w:numId w:val="33"/>
        </w:numPr>
        <w:spacing w:after="0"/>
        <w:jc w:val="both"/>
        <w:rPr>
          <w:rFonts w:cstheme="minorHAnsi"/>
          <w:sz w:val="20"/>
        </w:rPr>
      </w:pPr>
      <w:r>
        <w:rPr>
          <w:rFonts w:cstheme="minorHAnsi"/>
          <w:sz w:val="20"/>
        </w:rPr>
        <w:t>…………………………………………………</w:t>
      </w:r>
    </w:p>
    <w:p w14:paraId="68D95F55"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62B26E7"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08062C0"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Pozwolenie na budowę – z klauzulą prawomocności oraz załącznik graficzny, lub niezakwestionowane zgłoszenie zamiaru wykonania robót</w:t>
      </w:r>
    </w:p>
    <w:p w14:paraId="08596341" w14:textId="77777777" w:rsidR="00E0332B" w:rsidRPr="005873E7" w:rsidRDefault="00E0332B" w:rsidP="00E0332B">
      <w:pPr>
        <w:numPr>
          <w:ilvl w:val="1"/>
          <w:numId w:val="34"/>
        </w:numPr>
        <w:spacing w:after="0"/>
        <w:jc w:val="both"/>
        <w:rPr>
          <w:rFonts w:cstheme="minorHAnsi"/>
          <w:sz w:val="20"/>
        </w:rPr>
      </w:pPr>
      <w:r w:rsidRPr="005873E7">
        <w:rPr>
          <w:rFonts w:cstheme="minorHAnsi"/>
          <w:sz w:val="20"/>
        </w:rPr>
        <w:t>oryginał</w:t>
      </w:r>
    </w:p>
    <w:p w14:paraId="68415FB2" w14:textId="77777777" w:rsidR="00E0332B" w:rsidRDefault="00E0332B" w:rsidP="00E0332B">
      <w:pPr>
        <w:numPr>
          <w:ilvl w:val="1"/>
          <w:numId w:val="34"/>
        </w:numPr>
        <w:spacing w:after="0"/>
        <w:jc w:val="both"/>
        <w:rPr>
          <w:rFonts w:cstheme="minorHAnsi"/>
          <w:sz w:val="20"/>
        </w:rPr>
      </w:pPr>
      <w:r w:rsidRPr="005873E7">
        <w:rPr>
          <w:rFonts w:cstheme="minorHAnsi"/>
          <w:sz w:val="20"/>
        </w:rPr>
        <w:t>ksero potwierdzone</w:t>
      </w:r>
      <w:r w:rsidRPr="005873E7">
        <w:rPr>
          <w:rFonts w:cstheme="minorHAnsi"/>
          <w:sz w:val="20"/>
          <w:vertAlign w:val="superscript"/>
        </w:rPr>
        <w:footnoteReference w:id="2"/>
      </w:r>
    </w:p>
    <w:p w14:paraId="2F011A83" w14:textId="77777777" w:rsidR="00E0332B" w:rsidRDefault="00E0332B" w:rsidP="00E0332B">
      <w:pPr>
        <w:numPr>
          <w:ilvl w:val="1"/>
          <w:numId w:val="34"/>
        </w:numPr>
        <w:spacing w:after="0"/>
        <w:jc w:val="both"/>
        <w:rPr>
          <w:rFonts w:cstheme="minorHAnsi"/>
          <w:sz w:val="20"/>
        </w:rPr>
      </w:pPr>
      <w:r w:rsidRPr="005873E7">
        <w:rPr>
          <w:rFonts w:cstheme="minorHAnsi"/>
          <w:sz w:val="20"/>
        </w:rPr>
        <w:t>załączniki lub warunki szczególne</w:t>
      </w:r>
      <w:r w:rsidRPr="005873E7">
        <w:rPr>
          <w:rFonts w:cstheme="minorHAnsi"/>
          <w:sz w:val="20"/>
          <w:vertAlign w:val="superscript"/>
        </w:rPr>
        <w:footnoteReference w:id="3"/>
      </w:r>
    </w:p>
    <w:p w14:paraId="5862EE2D" w14:textId="77777777" w:rsidR="00E0332B" w:rsidRPr="005873E7" w:rsidRDefault="00E0332B" w:rsidP="00E0332B">
      <w:pPr>
        <w:rPr>
          <w:rFonts w:cstheme="minorHAnsi"/>
          <w:sz w:val="20"/>
        </w:rPr>
      </w:pPr>
    </w:p>
    <w:p w14:paraId="66582556" w14:textId="77777777" w:rsidR="00E0332B" w:rsidRPr="005873E7" w:rsidRDefault="00E0332B" w:rsidP="00E0332B">
      <w:pPr>
        <w:rPr>
          <w:rFonts w:cstheme="minorHAnsi"/>
          <w:sz w:val="20"/>
        </w:rPr>
      </w:pPr>
    </w:p>
    <w:p w14:paraId="5E9D5125" w14:textId="77777777" w:rsidR="00E0332B" w:rsidRPr="005873E7" w:rsidRDefault="00E0332B" w:rsidP="00E0332B">
      <w:pPr>
        <w:rPr>
          <w:rFonts w:cstheme="minorHAnsi"/>
          <w:sz w:val="20"/>
        </w:rPr>
      </w:pPr>
    </w:p>
    <w:p w14:paraId="543EF0C6" w14:textId="77777777" w:rsidR="00E0332B" w:rsidRPr="005873E7" w:rsidRDefault="00E0332B" w:rsidP="00E0332B">
      <w:pPr>
        <w:rPr>
          <w:rFonts w:cstheme="minorHAnsi"/>
          <w:sz w:val="20"/>
        </w:rPr>
      </w:pPr>
    </w:p>
    <w:p w14:paraId="0DA7D132" w14:textId="77777777" w:rsidR="00E0332B" w:rsidRPr="005873E7" w:rsidRDefault="00E0332B" w:rsidP="00E0332B">
      <w:pPr>
        <w:rPr>
          <w:rFonts w:cstheme="minorHAnsi"/>
          <w:sz w:val="20"/>
        </w:rPr>
      </w:pPr>
    </w:p>
    <w:p w14:paraId="7A1128E7" w14:textId="77777777" w:rsidR="00E0332B" w:rsidRPr="005873E7" w:rsidRDefault="00E0332B" w:rsidP="00E0332B">
      <w:pPr>
        <w:rPr>
          <w:rFonts w:cstheme="minorHAnsi"/>
          <w:sz w:val="20"/>
        </w:rPr>
      </w:pPr>
    </w:p>
    <w:p w14:paraId="7F5B1987" w14:textId="77777777" w:rsidR="00E0332B" w:rsidRPr="005873E7" w:rsidRDefault="00E0332B" w:rsidP="00E0332B">
      <w:pPr>
        <w:rPr>
          <w:rFonts w:cstheme="minorHAnsi"/>
          <w:sz w:val="20"/>
        </w:rPr>
      </w:pPr>
    </w:p>
    <w:p w14:paraId="64EF5ABC" w14:textId="77777777" w:rsidR="00E0332B" w:rsidRPr="005873E7" w:rsidRDefault="00E0332B" w:rsidP="00E0332B">
      <w:pPr>
        <w:rPr>
          <w:rFonts w:cstheme="minorHAnsi"/>
          <w:sz w:val="20"/>
        </w:rPr>
      </w:pPr>
    </w:p>
    <w:p w14:paraId="4D78C087" w14:textId="77777777" w:rsidR="00E0332B" w:rsidRDefault="00E0332B" w:rsidP="00E0332B">
      <w:pPr>
        <w:rPr>
          <w:rFonts w:cstheme="minorHAnsi"/>
          <w:sz w:val="20"/>
        </w:rPr>
      </w:pPr>
    </w:p>
    <w:p w14:paraId="2C7ED9E7" w14:textId="77777777" w:rsidR="00E0332B" w:rsidRDefault="00E0332B" w:rsidP="00E0332B">
      <w:pPr>
        <w:ind w:firstLine="708"/>
        <w:rPr>
          <w:rFonts w:cstheme="minorHAnsi"/>
          <w:sz w:val="20"/>
        </w:rPr>
      </w:pPr>
    </w:p>
    <w:p w14:paraId="197A4B1C" w14:textId="77777777" w:rsidR="00E0332B" w:rsidRDefault="00E0332B" w:rsidP="00E0332B">
      <w:pPr>
        <w:rPr>
          <w:rFonts w:cstheme="minorHAnsi"/>
          <w:b/>
          <w:bCs/>
          <w:iCs/>
          <w:sz w:val="20"/>
        </w:rPr>
      </w:pPr>
    </w:p>
    <w:p w14:paraId="03A042FF" w14:textId="77777777" w:rsidR="00E0332B" w:rsidRPr="006619F7" w:rsidRDefault="00E0332B" w:rsidP="00E0332B">
      <w:pPr>
        <w:rPr>
          <w:rFonts w:cstheme="minorHAnsi"/>
          <w:b/>
          <w:bCs/>
          <w:iCs/>
          <w:sz w:val="20"/>
        </w:rPr>
      </w:pPr>
      <w:r>
        <w:rPr>
          <w:rFonts w:cstheme="minorHAnsi"/>
          <w:b/>
          <w:bCs/>
          <w:iCs/>
          <w:sz w:val="20"/>
        </w:rPr>
        <w:t>Załącznik nr 1.1.b</w:t>
      </w:r>
      <w:r w:rsidRPr="005873E7">
        <w:rPr>
          <w:rFonts w:cstheme="minorHAnsi"/>
          <w:b/>
          <w:bCs/>
          <w:iCs/>
          <w:sz w:val="20"/>
        </w:rPr>
        <w:t xml:space="preserve"> </w:t>
      </w:r>
      <w:r>
        <w:rPr>
          <w:rFonts w:cstheme="minorHAnsi"/>
          <w:b/>
          <w:bCs/>
          <w:iCs/>
          <w:sz w:val="20"/>
        </w:rPr>
        <w:t>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636F19A" w14:textId="77777777" w:rsidR="00E0332B" w:rsidRDefault="00E0332B" w:rsidP="00E0332B">
      <w:pPr>
        <w:jc w:val="right"/>
        <w:rPr>
          <w:rFonts w:cstheme="minorHAnsi"/>
          <w:b/>
          <w:sz w:val="20"/>
          <w:u w:val="single"/>
        </w:rPr>
      </w:pPr>
    </w:p>
    <w:p w14:paraId="74DF66ED" w14:textId="77777777" w:rsidR="00E0332B" w:rsidRDefault="00E0332B" w:rsidP="00E0332B">
      <w:pPr>
        <w:jc w:val="center"/>
        <w:rPr>
          <w:rFonts w:cstheme="minorHAnsi"/>
          <w:b/>
          <w:sz w:val="20"/>
          <w:u w:val="single"/>
        </w:rPr>
      </w:pPr>
      <w:r w:rsidRPr="005873E7">
        <w:rPr>
          <w:rFonts w:cstheme="minorHAnsi"/>
          <w:b/>
          <w:sz w:val="20"/>
          <w:u w:val="single"/>
        </w:rPr>
        <w:t>Projekt wykonawczy – TOM 2</w:t>
      </w:r>
    </w:p>
    <w:p w14:paraId="397C84F7" w14:textId="77777777" w:rsidR="00E0332B" w:rsidRDefault="00E0332B" w:rsidP="00E0332B">
      <w:pPr>
        <w:jc w:val="center"/>
        <w:rPr>
          <w:rFonts w:cstheme="minorHAnsi"/>
          <w:b/>
          <w:sz w:val="20"/>
          <w:u w:val="single"/>
        </w:rPr>
      </w:pPr>
    </w:p>
    <w:p w14:paraId="7905BCB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Pozwolenie na budowę z klauzulą prawomocności (ksero) lub niezakwestionowane zgłoszenie zamiaru wykonania robót</w:t>
      </w:r>
    </w:p>
    <w:p w14:paraId="6C2683A9"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Dane techniczne do projektowania:</w:t>
      </w:r>
    </w:p>
    <w:p w14:paraId="1C95E4E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warunki przyłączenia,</w:t>
      </w:r>
    </w:p>
    <w:p w14:paraId="3D7B4B2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dane wyjściowe modernizacji sieci elektroenergetycznych,</w:t>
      </w:r>
    </w:p>
    <w:p w14:paraId="3DFF242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001BF31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Zakres robót </w:t>
      </w:r>
    </w:p>
    <w:p w14:paraId="4B48C4C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Protokół sprawdzenia projektu przez Zamawiającego (pozytywny)</w:t>
      </w:r>
    </w:p>
    <w:p w14:paraId="41B17B2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oświadczenie projektanta o wprowadzeniu uwag (poprawek) do projektu</w:t>
      </w:r>
    </w:p>
    <w:p w14:paraId="50CD86BD"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Potwierdzenie projektanta, że:</w:t>
      </w:r>
    </w:p>
    <w:p w14:paraId="77B6F41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oświadczenia złożone przez właścicieli działek ujętych w projekcie są bez uwag</w:t>
      </w:r>
      <w:r>
        <w:rPr>
          <w:rFonts w:cstheme="minorHAnsi"/>
          <w:sz w:val="20"/>
        </w:rPr>
        <w:t>,</w:t>
      </w:r>
    </w:p>
    <w:p w14:paraId="40C045F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B4811FB"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Opinia ZUDP (oryginał załącznika graficznego)</w:t>
      </w:r>
    </w:p>
    <w:p w14:paraId="06E6A57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 podłużny linii z rzędnymi docelowymi - jeżeli teren nie jest ukształtowany docelowo – oraz oświadczenie projektanta o braku utrudnień typu: budynki, budowle tymczasowe, drzewa, składowiska itp.</w:t>
      </w:r>
    </w:p>
    <w:p w14:paraId="5965E965"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Trasy linii z naniesionymi, opisanymi i wyróżnionymi kolorami elementami linii (projektowane, istniejące, do demontażu i inne media itp.)</w:t>
      </w:r>
    </w:p>
    <w:p w14:paraId="35B79F82"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trasy linii ze zwróceniem uwagi na istotne przeszkody lub problemy w zagospodarowaniu terenu</w:t>
      </w:r>
    </w:p>
    <w:p w14:paraId="606F139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Schematy jednokreskowe (np. linie SN, nn, stacje, układy pomiarowe)</w:t>
      </w:r>
    </w:p>
    <w:p w14:paraId="204E9D9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Profile skrzyżowań</w:t>
      </w:r>
    </w:p>
    <w:p w14:paraId="03012DC9"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z rzekami</w:t>
      </w:r>
    </w:p>
    <w:p w14:paraId="5F462FC4"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drogami</w:t>
      </w:r>
    </w:p>
    <w:p w14:paraId="22A3517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torami kolejowymi</w:t>
      </w:r>
    </w:p>
    <w:p w14:paraId="6E78215B"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kanałami co</w:t>
      </w:r>
    </w:p>
    <w:p w14:paraId="11A4A0F0"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 xml:space="preserve">inne </w:t>
      </w:r>
    </w:p>
    <w:p w14:paraId="73BEDAD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i szczegółowe rysunki elementów i rozwiązań nietypowych (np. konstrukcje, kanały, studnie)</w:t>
      </w:r>
    </w:p>
    <w:p w14:paraId="7BDE917E"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Wyniki obliczeń elektrycznych (oporność uziemień, spadki napięć, ochrona przeciwporażeniowa itp. ...)</w:t>
      </w:r>
    </w:p>
    <w:p w14:paraId="248086E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arkusze montażowe (typy, długości, ilości itp. ...)</w:t>
      </w:r>
    </w:p>
    <w:p w14:paraId="71C36C8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Zbiorcze zestawienia materiałów dla linii napowietrznej, kabli – SN, nN, przyłączy oraz stacji trans. (wymagana zgodność materiałów w: opisach na trasach, tabelach, przedmiarach).</w:t>
      </w:r>
    </w:p>
    <w:p w14:paraId="712794D7"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drzew do wycinki, gałęzi do podcięcia wraz z niezbędnymi uzgodnieniami</w:t>
      </w:r>
    </w:p>
    <w:p w14:paraId="1685EAA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Inwentaryzacja urządzeń istniejących ( w zakresie urządzeń podlegających przebudowie)</w:t>
      </w:r>
    </w:p>
    <w:p w14:paraId="2A86D2F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demontażowe (linii SN, stacji, linii nn, przyłączy)</w:t>
      </w:r>
    </w:p>
    <w:p w14:paraId="11583B9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materiałów z demontażu</w:t>
      </w:r>
    </w:p>
    <w:p w14:paraId="00F25B2F"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Plan zagospodarowania działki z wrysowaną projektowaną stacją transformatorową w skali 1:200 z uwzględnieniem domiarów do punktów stałych lub granic istniejącej działki, rzędna </w:t>
      </w:r>
      <w:r w:rsidRPr="005873E7">
        <w:rPr>
          <w:rFonts w:cstheme="minorHAnsi"/>
          <w:sz w:val="20"/>
        </w:rPr>
        <w:lastRenderedPageBreak/>
        <w:t>„zero”, opaska, /dot.: ST wnętrzowych/; droga dojazdowa-uzgodniona z drogowcami, ogrodzenie /dot.: ST wnętrz. i nap.</w:t>
      </w:r>
    </w:p>
    <w:p w14:paraId="6CA0D950" w14:textId="77777777" w:rsidR="00E0332B" w:rsidRPr="005873E7" w:rsidRDefault="00E0332B" w:rsidP="00E0332B">
      <w:pPr>
        <w:numPr>
          <w:ilvl w:val="1"/>
          <w:numId w:val="37"/>
        </w:numPr>
        <w:spacing w:after="0" w:line="288" w:lineRule="auto"/>
        <w:jc w:val="both"/>
        <w:rPr>
          <w:rFonts w:cstheme="minorHAnsi"/>
          <w:sz w:val="20"/>
        </w:rPr>
      </w:pPr>
      <w:r w:rsidRPr="005873E7">
        <w:rPr>
          <w:rFonts w:cstheme="minorHAnsi"/>
          <w:sz w:val="20"/>
        </w:rPr>
        <w:t>oddzielny tom Projektu branży drogowej</w:t>
      </w:r>
    </w:p>
    <w:p w14:paraId="71BDB797" w14:textId="77777777" w:rsidR="00E0332B" w:rsidRPr="005873E7" w:rsidRDefault="00E0332B" w:rsidP="00E0332B">
      <w:pPr>
        <w:numPr>
          <w:ilvl w:val="0"/>
          <w:numId w:val="38"/>
        </w:numPr>
        <w:spacing w:after="0" w:line="288" w:lineRule="auto"/>
        <w:jc w:val="both"/>
        <w:rPr>
          <w:rFonts w:cstheme="minorHAnsi"/>
          <w:sz w:val="20"/>
        </w:rPr>
      </w:pPr>
      <w:r w:rsidRPr="005873E7">
        <w:rPr>
          <w:rFonts w:cstheme="minorHAnsi"/>
          <w:sz w:val="20"/>
        </w:rPr>
        <w:t xml:space="preserve">Przedmiar robót (zgodny z zakresem robót, założeniami wyjściowymi i wytycznymi PGE Dystrybucja S.A. Oddział </w:t>
      </w:r>
      <w:r>
        <w:rPr>
          <w:rFonts w:cstheme="minorHAnsi"/>
          <w:sz w:val="20"/>
        </w:rPr>
        <w:t>………….</w:t>
      </w:r>
      <w:r w:rsidRPr="005873E7">
        <w:rPr>
          <w:rFonts w:cstheme="minorHAnsi"/>
          <w:sz w:val="20"/>
        </w:rPr>
        <w:t>)</w:t>
      </w:r>
    </w:p>
    <w:p w14:paraId="16390608" w14:textId="77777777" w:rsidR="00E0332B" w:rsidRDefault="00E0332B" w:rsidP="00E0332B">
      <w:pPr>
        <w:ind w:firstLine="284"/>
        <w:rPr>
          <w:rFonts w:cstheme="minorHAnsi"/>
          <w:sz w:val="20"/>
        </w:rPr>
      </w:pPr>
      <w:r>
        <w:rPr>
          <w:rFonts w:cstheme="minorHAnsi"/>
          <w:sz w:val="20"/>
        </w:rPr>
        <w:t xml:space="preserve">- </w:t>
      </w:r>
      <w:r w:rsidRPr="005873E7">
        <w:rPr>
          <w:rFonts w:cstheme="minorHAnsi"/>
          <w:sz w:val="20"/>
        </w:rPr>
        <w:t>kosztorys inwestorski</w:t>
      </w:r>
    </w:p>
    <w:p w14:paraId="24A92338" w14:textId="77777777" w:rsidR="00E0332B" w:rsidRDefault="00E0332B" w:rsidP="00E0332B">
      <w:pPr>
        <w:spacing w:after="200" w:line="276" w:lineRule="auto"/>
        <w:rPr>
          <w:rFonts w:cstheme="minorHAnsi"/>
          <w:b/>
          <w:bCs/>
          <w:iCs/>
          <w:sz w:val="20"/>
        </w:rPr>
      </w:pPr>
      <w:r>
        <w:rPr>
          <w:rFonts w:cstheme="minorHAnsi"/>
          <w:b/>
          <w:bCs/>
          <w:iCs/>
          <w:sz w:val="20"/>
        </w:rPr>
        <w:br w:type="page"/>
      </w:r>
    </w:p>
    <w:p w14:paraId="07B8EBAC" w14:textId="77777777" w:rsidR="00E0332B" w:rsidRDefault="00E0332B" w:rsidP="00E0332B">
      <w:pPr>
        <w:rPr>
          <w:rFonts w:cstheme="minorHAnsi"/>
          <w:b/>
          <w:bCs/>
          <w:iCs/>
          <w:sz w:val="20"/>
        </w:rPr>
      </w:pPr>
    </w:p>
    <w:p w14:paraId="5C35CE2B" w14:textId="77777777" w:rsidR="00E0332B" w:rsidRPr="006619F7" w:rsidRDefault="00E0332B" w:rsidP="00E0332B">
      <w:pPr>
        <w:rPr>
          <w:rFonts w:cstheme="minorHAnsi"/>
          <w:b/>
          <w:bCs/>
          <w:iCs/>
          <w:sz w:val="20"/>
        </w:rPr>
      </w:pPr>
      <w:r w:rsidRPr="006619F7">
        <w:rPr>
          <w:rFonts w:cstheme="minorHAnsi"/>
          <w:b/>
          <w:bCs/>
          <w:iCs/>
          <w:sz w:val="20"/>
        </w:rPr>
        <w:t xml:space="preserve">Załącznik nr </w:t>
      </w:r>
      <w:r>
        <w:rPr>
          <w:rFonts w:cstheme="minorHAnsi"/>
          <w:b/>
          <w:bCs/>
          <w:iCs/>
          <w:sz w:val="20"/>
        </w:rPr>
        <w:t>1.1.c</w:t>
      </w:r>
      <w:r w:rsidRPr="006619F7">
        <w:rPr>
          <w:rFonts w:cstheme="minorHAnsi"/>
          <w:b/>
          <w:bCs/>
          <w:iCs/>
          <w:sz w:val="20"/>
        </w:rPr>
        <w:t xml:space="preserve"> do SWZ - Zawartość projektu budowlanego, wykonawczego i zgód właścicieli nieruchomości</w:t>
      </w:r>
    </w:p>
    <w:p w14:paraId="173339AA" w14:textId="77777777" w:rsidR="00E0332B" w:rsidRDefault="00E0332B" w:rsidP="00E0332B">
      <w:pPr>
        <w:rPr>
          <w:rFonts w:cstheme="minorHAnsi"/>
          <w:b/>
          <w:sz w:val="20"/>
          <w:u w:val="single"/>
        </w:rPr>
      </w:pPr>
    </w:p>
    <w:p w14:paraId="2337F3C5" w14:textId="77777777" w:rsidR="00E0332B" w:rsidRDefault="00E0332B" w:rsidP="00E0332B">
      <w:pPr>
        <w:rPr>
          <w:rFonts w:cstheme="minorHAnsi"/>
          <w:b/>
          <w:sz w:val="20"/>
          <w:u w:val="single"/>
        </w:rPr>
      </w:pPr>
    </w:p>
    <w:p w14:paraId="348F8B35" w14:textId="77777777" w:rsidR="00E0332B" w:rsidRDefault="00E0332B" w:rsidP="00E0332B">
      <w:pPr>
        <w:jc w:val="center"/>
        <w:rPr>
          <w:rFonts w:cstheme="minorHAnsi"/>
          <w:b/>
          <w:sz w:val="20"/>
          <w:u w:val="single"/>
        </w:rPr>
      </w:pPr>
      <w:r w:rsidRPr="005873E7">
        <w:rPr>
          <w:rFonts w:cstheme="minorHAnsi"/>
          <w:b/>
          <w:sz w:val="20"/>
          <w:u w:val="single"/>
        </w:rPr>
        <w:t>Zgody właścicieli nieruchomości – TOM 3</w:t>
      </w:r>
    </w:p>
    <w:p w14:paraId="01DC4467" w14:textId="77777777" w:rsidR="00E0332B" w:rsidRPr="005873E7" w:rsidRDefault="00E0332B" w:rsidP="00E0332B">
      <w:pPr>
        <w:rPr>
          <w:rFonts w:cstheme="minorHAnsi"/>
          <w:b/>
          <w:sz w:val="20"/>
          <w:u w:val="single"/>
        </w:rPr>
      </w:pPr>
    </w:p>
    <w:p w14:paraId="7A38D63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Potwierdzenie projektanta, że umowy podpisane przez właścicieli działek ujętych w projekcie są bez uwag lub występują umowy z uwagami (akceptowanymi przez Inwestora) wyszczególnione imiennie</w:t>
      </w:r>
      <w:r>
        <w:rPr>
          <w:rFonts w:cstheme="minorHAnsi"/>
          <w:sz w:val="20"/>
        </w:rPr>
        <w:t>.</w:t>
      </w:r>
    </w:p>
    <w:p w14:paraId="717F020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cstheme="minorHAnsi"/>
          <w:sz w:val="20"/>
        </w:rPr>
        <w:t>.</w:t>
      </w:r>
    </w:p>
    <w:p w14:paraId="307DB5AA"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(oryginał)</w:t>
      </w:r>
    </w:p>
    <w:p w14:paraId="61AEFC9E"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zaktualizowany przez projektanta z uwzględnieniem domniemanych spadkobierców zmarłych właścicieli</w:t>
      </w:r>
    </w:p>
    <w:p w14:paraId="111E2CA4"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umów z właścicielami gruntu o udostępnienie nieruchomości w celu budowy urządzeń energetycznych, porozumienia w sprawie ustanowienia służebności przesyłu</w:t>
      </w:r>
    </w:p>
    <w:p w14:paraId="4DA350FD"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Akty notarialne służebności przesyłu</w:t>
      </w:r>
    </w:p>
    <w:p w14:paraId="0D66E9B5"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zgód właścicieli nieruchomości i decyzje administracyjne właścicieli instytucjonalnych, decyzje administracyjnej o ograniczeniu spos</w:t>
      </w:r>
      <w:r>
        <w:rPr>
          <w:rFonts w:cstheme="minorHAnsi"/>
          <w:sz w:val="20"/>
        </w:rPr>
        <w:t>obu korzystania z nieruchomości</w:t>
      </w:r>
    </w:p>
    <w:p w14:paraId="40207888" w14:textId="77777777" w:rsidR="00E0332B" w:rsidRDefault="00E0332B" w:rsidP="00E0332B">
      <w:pPr>
        <w:numPr>
          <w:ilvl w:val="0"/>
          <w:numId w:val="39"/>
        </w:numPr>
        <w:tabs>
          <w:tab w:val="clear" w:pos="397"/>
          <w:tab w:val="num" w:pos="142"/>
        </w:tabs>
        <w:spacing w:after="0" w:line="288" w:lineRule="auto"/>
        <w:ind w:left="142" w:hanging="142"/>
        <w:jc w:val="both"/>
        <w:rPr>
          <w:rFonts w:cstheme="minorHAnsi"/>
          <w:sz w:val="20"/>
        </w:rPr>
      </w:pPr>
      <w:r>
        <w:rPr>
          <w:rFonts w:cstheme="minorHAnsi"/>
          <w:sz w:val="20"/>
        </w:rPr>
        <w:t>Umowy przyłączeniowe</w:t>
      </w:r>
    </w:p>
    <w:p w14:paraId="38BCC097" w14:textId="77777777" w:rsidR="00E0332B" w:rsidRDefault="00E0332B" w:rsidP="00E0332B">
      <w:pPr>
        <w:rPr>
          <w:rFonts w:cstheme="minorHAnsi"/>
          <w:sz w:val="20"/>
        </w:rPr>
      </w:pPr>
    </w:p>
    <w:p w14:paraId="3C3529C3" w14:textId="77777777" w:rsidR="00E0332B" w:rsidRPr="00B97BFD" w:rsidRDefault="00E0332B" w:rsidP="00E0332B">
      <w:pPr>
        <w:rPr>
          <w:rFonts w:cstheme="minorHAnsi"/>
          <w:sz w:val="20"/>
        </w:rPr>
      </w:pPr>
      <w:r w:rsidRPr="00B97BFD">
        <w:rPr>
          <w:rFonts w:cstheme="minorHAnsi"/>
          <w:b/>
          <w:sz w:val="20"/>
        </w:rPr>
        <w:t xml:space="preserve">UWAGA: </w:t>
      </w:r>
    </w:p>
    <w:p w14:paraId="5E8FED90" w14:textId="77777777" w:rsidR="00E0332B" w:rsidRPr="00B97BFD" w:rsidRDefault="00E0332B" w:rsidP="00E0332B">
      <w:pPr>
        <w:rPr>
          <w:rFonts w:cstheme="minorHAnsi"/>
          <w:b/>
          <w:sz w:val="20"/>
        </w:rPr>
      </w:pPr>
      <w:r w:rsidRPr="00B97BFD">
        <w:rPr>
          <w:rFonts w:cstheme="minorHAnsi"/>
          <w:b/>
          <w:sz w:val="20"/>
        </w:rPr>
        <w:t xml:space="preserve">Wszelkie decyzje, zgody i uzgodnienia winny być uzyskiwane w imieniu i na rzecz PGE Dystrybucja S.A. </w:t>
      </w:r>
    </w:p>
    <w:p w14:paraId="52999157" w14:textId="77777777" w:rsidR="00E0332B" w:rsidRPr="005873E7" w:rsidRDefault="00E0332B" w:rsidP="00E0332B">
      <w:pPr>
        <w:rPr>
          <w:rFonts w:cstheme="minorHAnsi"/>
          <w:sz w:val="20"/>
        </w:rPr>
      </w:pPr>
      <w:r w:rsidRPr="005873E7">
        <w:rPr>
          <w:rFonts w:cstheme="minorHAnsi"/>
          <w:sz w:val="20"/>
        </w:rPr>
        <w:t xml:space="preserve">Klauzula – zatwierdzenie do realizacji (dotyczy PGE Dystrybucja S.A. Oddział </w:t>
      </w:r>
      <w:r>
        <w:rPr>
          <w:rFonts w:cstheme="minorHAnsi"/>
          <w:sz w:val="20"/>
        </w:rPr>
        <w:t>………..</w:t>
      </w:r>
      <w:r w:rsidRPr="005873E7">
        <w:rPr>
          <w:rFonts w:cstheme="minorHAnsi"/>
          <w:sz w:val="20"/>
        </w:rPr>
        <w:t>)</w:t>
      </w:r>
    </w:p>
    <w:p w14:paraId="6869A340" w14:textId="77777777" w:rsidR="00E0332B" w:rsidRDefault="00E0332B" w:rsidP="00E0332B">
      <w:pPr>
        <w:rPr>
          <w:rFonts w:cstheme="minorHAnsi"/>
          <w:sz w:val="20"/>
        </w:rPr>
      </w:pPr>
      <w:r w:rsidRPr="005873E7">
        <w:rPr>
          <w:rFonts w:cstheme="minorHAnsi"/>
          <w:sz w:val="20"/>
        </w:rPr>
        <w:t>Notarialny akt nabycia działki pod stację wnętrzową, + geodezyjna mapa podziału działki (dotycz</w:t>
      </w:r>
      <w:r>
        <w:rPr>
          <w:rFonts w:cstheme="minorHAnsi"/>
          <w:sz w:val="20"/>
        </w:rPr>
        <w:t>y PGE Dystrybucja S.A. Oddział ………………..</w:t>
      </w:r>
      <w:r w:rsidRPr="005873E7">
        <w:rPr>
          <w:rFonts w:cstheme="minorHAnsi"/>
          <w:sz w:val="20"/>
        </w:rPr>
        <w:t>) – dołączane do dokumentacji po nabyciu działki.</w:t>
      </w:r>
    </w:p>
    <w:p w14:paraId="37A8B6A0" w14:textId="77777777" w:rsidR="00E0332B" w:rsidRPr="005873E7" w:rsidRDefault="00E0332B" w:rsidP="00E0332B">
      <w:pPr>
        <w:rPr>
          <w:rFonts w:cstheme="minorHAnsi"/>
          <w:sz w:val="20"/>
        </w:rPr>
      </w:pPr>
    </w:p>
    <w:p w14:paraId="5E72F2F0" w14:textId="77777777" w:rsidR="00E0332B" w:rsidRPr="005873E7" w:rsidRDefault="00E0332B" w:rsidP="00E0332B">
      <w:pPr>
        <w:rPr>
          <w:rFonts w:cstheme="minorHAnsi"/>
          <w:sz w:val="20"/>
        </w:rPr>
      </w:pPr>
    </w:p>
    <w:p w14:paraId="7ADEC0B8" w14:textId="77777777" w:rsidR="00E0332B" w:rsidRPr="005873E7" w:rsidRDefault="00E0332B" w:rsidP="00E0332B">
      <w:pPr>
        <w:rPr>
          <w:rFonts w:cstheme="minorHAnsi"/>
          <w:sz w:val="20"/>
        </w:rPr>
      </w:pPr>
    </w:p>
    <w:p w14:paraId="4E944363" w14:textId="77777777" w:rsidR="00E0332B" w:rsidRPr="005873E7" w:rsidRDefault="00E0332B" w:rsidP="00E0332B">
      <w:pPr>
        <w:rPr>
          <w:rFonts w:cstheme="minorHAnsi"/>
          <w:sz w:val="20"/>
        </w:rPr>
      </w:pPr>
    </w:p>
    <w:p w14:paraId="28EA0036" w14:textId="77777777" w:rsidR="00E0332B" w:rsidRPr="005873E7" w:rsidRDefault="00E0332B" w:rsidP="00E0332B">
      <w:pPr>
        <w:rPr>
          <w:rFonts w:cstheme="minorHAnsi"/>
          <w:sz w:val="20"/>
        </w:rPr>
      </w:pPr>
    </w:p>
    <w:p w14:paraId="3416E9E4" w14:textId="77777777" w:rsidR="00E0332B" w:rsidRPr="005873E7" w:rsidRDefault="00E0332B" w:rsidP="00E0332B">
      <w:pPr>
        <w:rPr>
          <w:rFonts w:cstheme="minorHAnsi"/>
          <w:sz w:val="20"/>
        </w:rPr>
      </w:pPr>
    </w:p>
    <w:p w14:paraId="6E17943C" w14:textId="77777777" w:rsidR="00E0332B" w:rsidRPr="005873E7" w:rsidRDefault="00E0332B" w:rsidP="00E0332B">
      <w:pPr>
        <w:rPr>
          <w:rFonts w:cstheme="minorHAnsi"/>
          <w:sz w:val="20"/>
        </w:rPr>
      </w:pPr>
    </w:p>
    <w:p w14:paraId="199EBBC8" w14:textId="77777777" w:rsidR="00E0332B" w:rsidRPr="005873E7" w:rsidRDefault="00E0332B" w:rsidP="00E0332B">
      <w:pPr>
        <w:rPr>
          <w:rFonts w:cstheme="minorHAnsi"/>
          <w:sz w:val="20"/>
        </w:rPr>
      </w:pPr>
    </w:p>
    <w:p w14:paraId="7996B667" w14:textId="77777777" w:rsidR="00E0332B" w:rsidRPr="005873E7" w:rsidRDefault="00E0332B" w:rsidP="00E0332B">
      <w:pPr>
        <w:rPr>
          <w:rFonts w:cstheme="minorHAnsi"/>
          <w:sz w:val="20"/>
        </w:rPr>
      </w:pPr>
    </w:p>
    <w:p w14:paraId="25E089F3" w14:textId="77777777" w:rsidR="00E0332B" w:rsidRPr="005873E7" w:rsidRDefault="00E0332B" w:rsidP="00E0332B">
      <w:pPr>
        <w:rPr>
          <w:rFonts w:cstheme="minorHAnsi"/>
          <w:sz w:val="20"/>
        </w:rPr>
      </w:pPr>
    </w:p>
    <w:p w14:paraId="321904EC" w14:textId="77777777" w:rsidR="00E0332B" w:rsidRPr="005873E7" w:rsidRDefault="00E0332B" w:rsidP="00E0332B">
      <w:pPr>
        <w:rPr>
          <w:rFonts w:cstheme="minorHAnsi"/>
          <w:sz w:val="20"/>
        </w:rPr>
      </w:pPr>
    </w:p>
    <w:p w14:paraId="04DE9CD1" w14:textId="77777777" w:rsidR="00E0332B" w:rsidRPr="005873E7" w:rsidRDefault="00E0332B" w:rsidP="00E0332B">
      <w:pPr>
        <w:rPr>
          <w:rFonts w:cstheme="minorHAnsi"/>
          <w:sz w:val="20"/>
        </w:rPr>
      </w:pPr>
    </w:p>
    <w:p w14:paraId="6B32B18D" w14:textId="77777777" w:rsidR="00E0332B" w:rsidRPr="005873E7" w:rsidRDefault="00E0332B" w:rsidP="00E0332B">
      <w:pPr>
        <w:rPr>
          <w:rFonts w:cstheme="minorHAnsi"/>
          <w:sz w:val="20"/>
        </w:rPr>
      </w:pPr>
    </w:p>
    <w:p w14:paraId="12D24DD6" w14:textId="77777777" w:rsidR="00E0332B" w:rsidRDefault="00E0332B" w:rsidP="00E0332B">
      <w:pPr>
        <w:rPr>
          <w:rFonts w:cstheme="minorHAnsi"/>
          <w:sz w:val="20"/>
        </w:rPr>
      </w:pPr>
    </w:p>
    <w:p w14:paraId="2900B587" w14:textId="77777777" w:rsidR="00E0332B" w:rsidRDefault="00E0332B" w:rsidP="00E0332B">
      <w:pPr>
        <w:spacing w:after="200" w:line="276" w:lineRule="auto"/>
        <w:rPr>
          <w:rFonts w:cstheme="minorHAnsi"/>
          <w:sz w:val="20"/>
        </w:rPr>
      </w:pPr>
      <w:r>
        <w:rPr>
          <w:rFonts w:cstheme="minorHAnsi"/>
          <w:sz w:val="20"/>
        </w:rPr>
        <w:br w:type="page"/>
      </w:r>
    </w:p>
    <w:p w14:paraId="1B40CB05" w14:textId="77777777" w:rsidR="00E0332B" w:rsidRDefault="00E0332B" w:rsidP="00E0332B">
      <w:pPr>
        <w:rPr>
          <w:rFonts w:cstheme="minorHAnsi"/>
          <w:b/>
          <w:bCs/>
          <w:iCs/>
          <w:sz w:val="20"/>
        </w:rPr>
      </w:pPr>
    </w:p>
    <w:p w14:paraId="1FB94387" w14:textId="77777777" w:rsidR="00E0332B" w:rsidRDefault="00E0332B" w:rsidP="00E0332B">
      <w:pPr>
        <w:rPr>
          <w:rFonts w:cstheme="minorHAnsi"/>
          <w:b/>
          <w:bCs/>
          <w:iCs/>
          <w:sz w:val="20"/>
        </w:rPr>
      </w:pPr>
    </w:p>
    <w:p w14:paraId="21605B2D" w14:textId="77777777" w:rsidR="00E0332B" w:rsidRDefault="00E0332B" w:rsidP="00E0332B">
      <w:pPr>
        <w:rPr>
          <w:rFonts w:cstheme="minorHAnsi"/>
          <w:b/>
          <w:bCs/>
          <w:iCs/>
          <w:sz w:val="20"/>
        </w:rPr>
      </w:pPr>
      <w:r w:rsidRPr="005873E7">
        <w:rPr>
          <w:rFonts w:cstheme="minorHAnsi"/>
          <w:b/>
          <w:bCs/>
          <w:iCs/>
          <w:sz w:val="20"/>
        </w:rPr>
        <w:t xml:space="preserve">Załącznik nr 1.2 do </w:t>
      </w:r>
      <w:r>
        <w:rPr>
          <w:rFonts w:cstheme="minorHAnsi"/>
          <w:b/>
          <w:bCs/>
          <w:iCs/>
          <w:sz w:val="20"/>
        </w:rPr>
        <w:t xml:space="preserve">SWZ - </w:t>
      </w:r>
      <w:r w:rsidRPr="006619F7">
        <w:rPr>
          <w:rFonts w:cstheme="minorHAnsi"/>
          <w:b/>
          <w:bCs/>
          <w:iCs/>
          <w:sz w:val="20"/>
        </w:rPr>
        <w:t>Wytyczne do kosztorysowania</w:t>
      </w:r>
    </w:p>
    <w:p w14:paraId="08968B9E" w14:textId="77777777" w:rsidR="00E0332B" w:rsidRDefault="00E0332B" w:rsidP="00E0332B">
      <w:pPr>
        <w:rPr>
          <w:rFonts w:cstheme="minorHAnsi"/>
          <w:b/>
          <w:bCs/>
          <w:iCs/>
          <w:sz w:val="20"/>
        </w:rPr>
      </w:pPr>
    </w:p>
    <w:p w14:paraId="1276DDB4" w14:textId="77777777" w:rsidR="00E0332B" w:rsidRPr="005873E7" w:rsidRDefault="00E0332B" w:rsidP="00E0332B">
      <w:pPr>
        <w:rPr>
          <w:rFonts w:cstheme="minorHAnsi"/>
          <w:b/>
          <w:bCs/>
          <w:iCs/>
          <w:sz w:val="20"/>
        </w:rPr>
      </w:pPr>
    </w:p>
    <w:p w14:paraId="752409CB" w14:textId="77777777" w:rsidR="00E0332B" w:rsidRDefault="00E0332B" w:rsidP="00E0332B">
      <w:pPr>
        <w:rPr>
          <w:rFonts w:cstheme="minorHAnsi"/>
          <w:b/>
          <w:sz w:val="20"/>
          <w:u w:val="single"/>
        </w:rPr>
      </w:pPr>
    </w:p>
    <w:p w14:paraId="0298B4EC" w14:textId="77777777" w:rsidR="00E0332B" w:rsidRDefault="00E0332B" w:rsidP="00E0332B">
      <w:pPr>
        <w:jc w:val="center"/>
        <w:rPr>
          <w:rFonts w:cstheme="minorHAnsi"/>
          <w:b/>
          <w:sz w:val="20"/>
          <w:u w:val="single"/>
        </w:rPr>
      </w:pPr>
      <w:r w:rsidRPr="005873E7">
        <w:rPr>
          <w:rFonts w:cstheme="minorHAnsi"/>
          <w:b/>
          <w:sz w:val="20"/>
          <w:u w:val="single"/>
        </w:rPr>
        <w:t>Wytyczne PGE Dystrybucja S.A. do sporządzania kosztorysów in</w:t>
      </w:r>
      <w:r>
        <w:rPr>
          <w:rFonts w:cstheme="minorHAnsi"/>
          <w:b/>
          <w:sz w:val="20"/>
          <w:u w:val="single"/>
        </w:rPr>
        <w:t>westorskich i przedmiarów robót</w:t>
      </w:r>
    </w:p>
    <w:p w14:paraId="37618519" w14:textId="77777777" w:rsidR="00E0332B" w:rsidRDefault="00E0332B" w:rsidP="00E0332B">
      <w:pPr>
        <w:jc w:val="center"/>
        <w:rPr>
          <w:rFonts w:cstheme="minorHAnsi"/>
          <w:b/>
          <w:sz w:val="20"/>
          <w:u w:val="single"/>
        </w:rPr>
      </w:pPr>
    </w:p>
    <w:p w14:paraId="333BCEE0" w14:textId="77777777" w:rsidR="00E0332B" w:rsidRPr="005873E7" w:rsidRDefault="00E0332B" w:rsidP="00E0332B">
      <w:pPr>
        <w:rPr>
          <w:rFonts w:cstheme="minorHAnsi"/>
          <w:b/>
          <w:sz w:val="20"/>
          <w:u w:val="single"/>
        </w:rPr>
      </w:pPr>
    </w:p>
    <w:p w14:paraId="187C3A19"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cstheme="minorHAnsi"/>
          <w:sz w:val="20"/>
        </w:rPr>
        <w:t xml:space="preserve"> (Dziennik Ustaw Nr 130 poz. 1389 z dnia 8 czerwca 2004 r.)</w:t>
      </w:r>
    </w:p>
    <w:p w14:paraId="70CD98F0"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Obowiązuje kosztorys inwestorski szczegółowy, sporządzony zgodnie z ww. Rozporządzeniem oraz przedmiar robót szczegółowy, zgodny z kosztorysem inwestorskim, bez podawania cen jednostkowych i narzutów.</w:t>
      </w:r>
    </w:p>
    <w:p w14:paraId="1A711072"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Do kosztorysowania należy przyjąć następujące stawki, ceny i narzuty:</w:t>
      </w:r>
    </w:p>
    <w:p w14:paraId="7E90B68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roboczogodzina</w:t>
      </w:r>
      <w:r w:rsidRPr="005873E7">
        <w:rPr>
          <w:rFonts w:cstheme="minorHAnsi"/>
          <w:sz w:val="20"/>
        </w:rPr>
        <w:tab/>
      </w:r>
      <w:r w:rsidRPr="005873E7">
        <w:rPr>
          <w:rFonts w:cstheme="minorHAnsi"/>
          <w:sz w:val="20"/>
        </w:rPr>
        <w:tab/>
        <w:t xml:space="preserve"> R = aktualna dla danego terenu zł/r-g ( średnia wg Sekocenbud),</w:t>
      </w:r>
    </w:p>
    <w:p w14:paraId="10B8814A"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koszty pośrednie</w:t>
      </w:r>
      <w:r w:rsidRPr="005873E7">
        <w:rPr>
          <w:rFonts w:cstheme="minorHAnsi"/>
          <w:sz w:val="20"/>
        </w:rPr>
        <w:tab/>
      </w:r>
      <w:r w:rsidRPr="005873E7">
        <w:rPr>
          <w:rFonts w:cstheme="minorHAnsi"/>
          <w:sz w:val="20"/>
        </w:rPr>
        <w:tab/>
        <w:t xml:space="preserve"> Kp = 65 % (od R+S)</w:t>
      </w:r>
    </w:p>
    <w:p w14:paraId="1144B8B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zysk</w:t>
      </w:r>
      <w:r w:rsidRPr="005873E7">
        <w:rPr>
          <w:rFonts w:cstheme="minorHAnsi"/>
          <w:sz w:val="20"/>
        </w:rPr>
        <w:tab/>
      </w:r>
      <w:r w:rsidRPr="005873E7">
        <w:rPr>
          <w:rFonts w:cstheme="minorHAnsi"/>
          <w:sz w:val="20"/>
        </w:rPr>
        <w:tab/>
      </w:r>
      <w:r w:rsidRPr="005873E7">
        <w:rPr>
          <w:rFonts w:cstheme="minorHAnsi"/>
          <w:sz w:val="20"/>
        </w:rPr>
        <w:tab/>
        <w:t>Z = 10 % (od R+S+Kp)</w:t>
      </w:r>
    </w:p>
    <w:p w14:paraId="14702818" w14:textId="77777777" w:rsidR="00E0332B" w:rsidRPr="005873E7" w:rsidRDefault="00E0332B" w:rsidP="00E0332B">
      <w:pPr>
        <w:tabs>
          <w:tab w:val="left" w:pos="426"/>
          <w:tab w:val="num" w:pos="709"/>
        </w:tabs>
        <w:ind w:left="426"/>
        <w:rPr>
          <w:rFonts w:cstheme="minorHAnsi"/>
          <w:sz w:val="20"/>
        </w:rPr>
      </w:pPr>
      <w:r w:rsidRPr="005873E7">
        <w:rPr>
          <w:rFonts w:cstheme="minorHAnsi"/>
          <w:sz w:val="20"/>
        </w:rPr>
        <w:t>Przyjęte stawki należy uzasadnić w założeniach do kosztorysu (poziom utrudnień, warunki terenowe, wyłączenia …</w:t>
      </w:r>
      <w:r>
        <w:rPr>
          <w:rFonts w:cstheme="minorHAnsi"/>
          <w:sz w:val="20"/>
        </w:rPr>
        <w:t>………………….</w:t>
      </w:r>
      <w:r w:rsidRPr="005873E7">
        <w:rPr>
          <w:rFonts w:cstheme="minorHAnsi"/>
          <w:sz w:val="20"/>
        </w:rPr>
        <w:t>.).</w:t>
      </w:r>
    </w:p>
    <w:p w14:paraId="2DBED6BE"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cstheme="minorHAnsi"/>
          <w:b/>
          <w:sz w:val="20"/>
        </w:rPr>
        <w:t>Dla kabli przyjmować ceny rynkowe.</w:t>
      </w:r>
    </w:p>
    <w:p w14:paraId="0D410F71"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3FA226B"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Przy ustalaniu jednostkowych nakładów rzeczowych czynników produkcji R, M, S należy stosować kosztorysowe normy nakładów rzeczowych określone w odpowiednich katalogach, a przede wszystkim KNNR i KNR.</w:t>
      </w:r>
    </w:p>
    <w:p w14:paraId="7E071778" w14:textId="77777777" w:rsidR="00E0332B" w:rsidRPr="005873E7" w:rsidRDefault="00E0332B" w:rsidP="00E0332B">
      <w:pPr>
        <w:tabs>
          <w:tab w:val="num" w:pos="426"/>
        </w:tabs>
        <w:ind w:left="426"/>
        <w:rPr>
          <w:rFonts w:cstheme="minorHAnsi"/>
          <w:b/>
          <w:sz w:val="20"/>
        </w:rPr>
      </w:pPr>
      <w:r w:rsidRPr="005873E7">
        <w:rPr>
          <w:rFonts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711C4410" w14:textId="77777777" w:rsidR="00E0332B" w:rsidRDefault="00E0332B" w:rsidP="00E0332B">
      <w:pPr>
        <w:pStyle w:val="Akapitzlist"/>
        <w:numPr>
          <w:ilvl w:val="0"/>
          <w:numId w:val="40"/>
        </w:numPr>
        <w:tabs>
          <w:tab w:val="clear" w:pos="720"/>
          <w:tab w:val="num" w:pos="426"/>
        </w:tabs>
        <w:spacing w:after="0"/>
        <w:ind w:hanging="720"/>
        <w:jc w:val="both"/>
        <w:rPr>
          <w:rFonts w:cstheme="minorHAnsi"/>
          <w:sz w:val="20"/>
        </w:rPr>
      </w:pPr>
      <w:r w:rsidRPr="005873E7">
        <w:rPr>
          <w:rFonts w:cstheme="minorHAnsi"/>
          <w:sz w:val="20"/>
        </w:rPr>
        <w:t>W kwocie kosztorysowej nie należy uwzględniać podatku od towaru i usług (VAT).</w:t>
      </w:r>
    </w:p>
    <w:p w14:paraId="646C0230" w14:textId="77777777" w:rsidR="00E0332B" w:rsidRPr="005873E7" w:rsidRDefault="00E0332B" w:rsidP="00E0332B"/>
    <w:p w14:paraId="1E9CC654" w14:textId="77777777" w:rsidR="00E0332B" w:rsidRPr="005873E7" w:rsidRDefault="00E0332B" w:rsidP="00E0332B"/>
    <w:p w14:paraId="7F7144A7" w14:textId="77777777" w:rsidR="00E0332B" w:rsidRDefault="00E0332B" w:rsidP="00E0332B">
      <w:pPr>
        <w:spacing w:after="200" w:line="276" w:lineRule="auto"/>
      </w:pPr>
      <w:r>
        <w:br w:type="page"/>
      </w:r>
    </w:p>
    <w:p w14:paraId="3763A717" w14:textId="77777777" w:rsidR="00E0332B" w:rsidRPr="005873E7" w:rsidRDefault="00E0332B" w:rsidP="00E0332B"/>
    <w:p w14:paraId="050DF0E8" w14:textId="77777777" w:rsidR="00E0332B" w:rsidRDefault="00E0332B" w:rsidP="00E0332B">
      <w:pPr>
        <w:rPr>
          <w:rFonts w:cstheme="minorHAnsi"/>
          <w:b/>
          <w:bCs/>
          <w:iCs/>
          <w:sz w:val="20"/>
        </w:rPr>
      </w:pPr>
    </w:p>
    <w:p w14:paraId="02DF95B4" w14:textId="77777777" w:rsidR="00E0332B" w:rsidRDefault="00E0332B" w:rsidP="00E0332B">
      <w:pPr>
        <w:rPr>
          <w:rFonts w:cstheme="minorHAnsi"/>
          <w:b/>
          <w:bCs/>
          <w:iCs/>
          <w:sz w:val="20"/>
        </w:rPr>
      </w:pPr>
      <w:r w:rsidRPr="003A2CBB">
        <w:rPr>
          <w:rFonts w:cstheme="minorHAnsi"/>
          <w:b/>
          <w:bCs/>
          <w:iCs/>
          <w:sz w:val="20"/>
        </w:rPr>
        <w:t xml:space="preserve">Załącznik nr 1.3 do </w:t>
      </w:r>
      <w:r>
        <w:rPr>
          <w:rFonts w:cstheme="minorHAnsi"/>
          <w:b/>
          <w:bCs/>
          <w:iCs/>
          <w:sz w:val="20"/>
        </w:rPr>
        <w:t xml:space="preserve">SWZ - </w:t>
      </w:r>
      <w:r w:rsidRPr="006619F7">
        <w:rPr>
          <w:rFonts w:cstheme="minorHAnsi"/>
          <w:b/>
          <w:bCs/>
          <w:iCs/>
          <w:sz w:val="20"/>
        </w:rPr>
        <w:t>Zawartość wniosku o nabycie gruntu pod projektowaną stację transformatorową wnętrzową</w:t>
      </w:r>
    </w:p>
    <w:p w14:paraId="567ECE51" w14:textId="77777777" w:rsidR="00E0332B" w:rsidRDefault="00E0332B" w:rsidP="00E0332B">
      <w:pPr>
        <w:rPr>
          <w:rFonts w:cstheme="minorHAnsi"/>
          <w:b/>
          <w:bCs/>
          <w:iCs/>
          <w:sz w:val="20"/>
        </w:rPr>
      </w:pPr>
    </w:p>
    <w:p w14:paraId="59BDCE8C" w14:textId="77777777" w:rsidR="00E0332B" w:rsidRPr="003A2CBB" w:rsidRDefault="00E0332B" w:rsidP="00E0332B">
      <w:pPr>
        <w:rPr>
          <w:rFonts w:cstheme="minorHAnsi"/>
          <w:b/>
          <w:bCs/>
          <w:iCs/>
          <w:sz w:val="20"/>
        </w:rPr>
      </w:pPr>
    </w:p>
    <w:p w14:paraId="61A9A886" w14:textId="77777777" w:rsidR="00E0332B" w:rsidRDefault="00E0332B" w:rsidP="00E0332B">
      <w:pPr>
        <w:jc w:val="center"/>
        <w:rPr>
          <w:rFonts w:cstheme="minorHAnsi"/>
          <w:b/>
          <w:sz w:val="20"/>
          <w:u w:val="single"/>
        </w:rPr>
      </w:pPr>
      <w:r w:rsidRPr="003A2CBB">
        <w:rPr>
          <w:rFonts w:cstheme="minorHAnsi"/>
          <w:b/>
          <w:sz w:val="20"/>
          <w:u w:val="single"/>
        </w:rPr>
        <w:t>Wniosek</w:t>
      </w:r>
      <w:r w:rsidRPr="003A2CBB">
        <w:rPr>
          <w:rFonts w:cstheme="minorHAnsi"/>
          <w:i/>
          <w:sz w:val="20"/>
          <w:u w:val="single"/>
        </w:rPr>
        <w:t xml:space="preserve"> </w:t>
      </w:r>
      <w:r w:rsidRPr="003A2CBB">
        <w:rPr>
          <w:rFonts w:cstheme="minorHAnsi"/>
          <w:b/>
          <w:sz w:val="20"/>
          <w:u w:val="single"/>
        </w:rPr>
        <w:t>o nabycie gruntu lub ustanowienie odpłatnej służebności przesyłu pod wn</w:t>
      </w:r>
      <w:r>
        <w:rPr>
          <w:rFonts w:cstheme="minorHAnsi"/>
          <w:b/>
          <w:sz w:val="20"/>
          <w:u w:val="single"/>
        </w:rPr>
        <w:t>ętrzową stację transformatorową</w:t>
      </w:r>
    </w:p>
    <w:p w14:paraId="44B30A73" w14:textId="77777777" w:rsidR="00E0332B" w:rsidRPr="003A2CBB" w:rsidRDefault="00E0332B" w:rsidP="00E0332B">
      <w:pPr>
        <w:jc w:val="center"/>
        <w:rPr>
          <w:rFonts w:cstheme="minorHAnsi"/>
          <w:b/>
          <w:sz w:val="20"/>
          <w:u w:val="single"/>
        </w:rPr>
      </w:pPr>
    </w:p>
    <w:p w14:paraId="23A4BB97"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Nr umowy o prace projektowe …………..</w:t>
      </w:r>
    </w:p>
    <w:p w14:paraId="01BD5338"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Warunki </w:t>
      </w:r>
      <w:r>
        <w:rPr>
          <w:rFonts w:cstheme="minorHAnsi"/>
          <w:sz w:val="20"/>
        </w:rPr>
        <w:t>przyłączenia lub dane wyjściowe</w:t>
      </w:r>
    </w:p>
    <w:p w14:paraId="572E4A22"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Ustalenia </w:t>
      </w:r>
      <w:r>
        <w:rPr>
          <w:rFonts w:cstheme="minorHAnsi"/>
          <w:sz w:val="20"/>
        </w:rPr>
        <w:t>związane z niniejszym wnioskiem</w:t>
      </w:r>
    </w:p>
    <w:p w14:paraId="25DEDC70"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i wyrys z miejscowego planu zagospodarowania terenu (obejmujący przedmiotową działkę z załącznikiem graficznym), a w przypadku jego braku decyzja o ustaleniu lokaliza</w:t>
      </w:r>
      <w:r>
        <w:rPr>
          <w:rFonts w:cstheme="minorHAnsi"/>
          <w:sz w:val="20"/>
        </w:rPr>
        <w:t>cji inwestycji celu publicznego</w:t>
      </w:r>
    </w:p>
    <w:p w14:paraId="71BB763F"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Oświadczenie (zgoda) właściciela gruntu (z podaniem adresu zamieszkania numeru telefonu kontaktowego), o jego zbyciu lub ustanowieniu służebności przesyłu na rzecz PGE Dystrybucja S.A. ze wstępnym określeniem powierzchni d</w:t>
      </w:r>
      <w:r>
        <w:rPr>
          <w:rFonts w:cstheme="minorHAnsi"/>
          <w:sz w:val="20"/>
        </w:rPr>
        <w:t>ziałki oraz możliwością dojazdu</w:t>
      </w:r>
    </w:p>
    <w:p w14:paraId="3FB44C9E"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z rejestru gruntu dla przedmiotowej nieruchomości (nr obrębu, działki, powierz</w:t>
      </w:r>
      <w:r>
        <w:rPr>
          <w:rFonts w:cstheme="minorHAnsi"/>
          <w:sz w:val="20"/>
        </w:rPr>
        <w:t>chnia, KW, udziały właścicieli)</w:t>
      </w:r>
    </w:p>
    <w:p w14:paraId="02EC1B73"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Pr>
          <w:rFonts w:cstheme="minorHAnsi"/>
          <w:sz w:val="20"/>
        </w:rPr>
        <w:t>Mapa ewidencyjna działki</w:t>
      </w:r>
    </w:p>
    <w:p w14:paraId="36E5BA48"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Mapa sytuacyjno-wysokościowa dla celów proje</w:t>
      </w:r>
      <w:r>
        <w:rPr>
          <w:rFonts w:cstheme="minorHAnsi"/>
          <w:sz w:val="20"/>
        </w:rPr>
        <w:t>ktowych</w:t>
      </w:r>
    </w:p>
    <w:p w14:paraId="26283C25"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cstheme="minorHAnsi"/>
          <w:sz w:val="20"/>
        </w:rPr>
        <w:t>i</w:t>
      </w:r>
    </w:p>
    <w:p w14:paraId="709815B4" w14:textId="77777777" w:rsidR="00E0332B" w:rsidRPr="00A6238A" w:rsidRDefault="00E0332B" w:rsidP="00E0332B">
      <w:pPr>
        <w:rPr>
          <w:rFonts w:cstheme="minorHAnsi"/>
          <w:sz w:val="20"/>
        </w:rPr>
      </w:pPr>
    </w:p>
    <w:p w14:paraId="1585986C" w14:textId="77777777" w:rsidR="00E0332B" w:rsidRPr="00A6238A" w:rsidRDefault="00E0332B" w:rsidP="00E0332B">
      <w:pPr>
        <w:rPr>
          <w:rFonts w:cstheme="minorHAnsi"/>
          <w:sz w:val="20"/>
        </w:rPr>
      </w:pPr>
    </w:p>
    <w:p w14:paraId="41352ECB" w14:textId="77777777" w:rsidR="00E0332B" w:rsidRPr="00A6238A" w:rsidRDefault="00E0332B" w:rsidP="00E0332B">
      <w:pPr>
        <w:rPr>
          <w:rFonts w:cstheme="minorHAnsi"/>
          <w:sz w:val="20"/>
        </w:rPr>
      </w:pPr>
    </w:p>
    <w:p w14:paraId="3050E722" w14:textId="77777777" w:rsidR="00E0332B" w:rsidRPr="00A6238A" w:rsidRDefault="00E0332B" w:rsidP="00E0332B">
      <w:pPr>
        <w:rPr>
          <w:rFonts w:cstheme="minorHAnsi"/>
          <w:sz w:val="20"/>
        </w:rPr>
      </w:pPr>
    </w:p>
    <w:p w14:paraId="2ABFBE79" w14:textId="77777777" w:rsidR="00E0332B" w:rsidRPr="00A6238A" w:rsidRDefault="00E0332B" w:rsidP="00E0332B">
      <w:pPr>
        <w:rPr>
          <w:rFonts w:cstheme="minorHAnsi"/>
          <w:sz w:val="20"/>
        </w:rPr>
      </w:pPr>
    </w:p>
    <w:p w14:paraId="18FAE780" w14:textId="77777777" w:rsidR="00E0332B" w:rsidRPr="00A6238A" w:rsidRDefault="00E0332B" w:rsidP="00E0332B">
      <w:pPr>
        <w:rPr>
          <w:rFonts w:cstheme="minorHAnsi"/>
          <w:sz w:val="20"/>
        </w:rPr>
      </w:pPr>
    </w:p>
    <w:p w14:paraId="6C8FCE2C" w14:textId="77777777" w:rsidR="00E0332B" w:rsidRPr="00A6238A" w:rsidRDefault="00E0332B" w:rsidP="00E0332B">
      <w:pPr>
        <w:rPr>
          <w:rFonts w:cstheme="minorHAnsi"/>
          <w:sz w:val="20"/>
        </w:rPr>
      </w:pPr>
    </w:p>
    <w:p w14:paraId="63E5626C" w14:textId="77777777" w:rsidR="00E0332B" w:rsidRPr="00A6238A" w:rsidRDefault="00E0332B" w:rsidP="00E0332B">
      <w:pPr>
        <w:rPr>
          <w:rFonts w:cstheme="minorHAnsi"/>
          <w:sz w:val="20"/>
        </w:rPr>
      </w:pPr>
    </w:p>
    <w:p w14:paraId="71FDAD90" w14:textId="77777777" w:rsidR="00E0332B" w:rsidRPr="00A6238A" w:rsidRDefault="00E0332B" w:rsidP="00E0332B">
      <w:pPr>
        <w:rPr>
          <w:rFonts w:cstheme="minorHAnsi"/>
          <w:sz w:val="20"/>
        </w:rPr>
      </w:pPr>
    </w:p>
    <w:p w14:paraId="2BF84F78" w14:textId="77777777" w:rsidR="00E0332B" w:rsidRPr="00A6238A" w:rsidRDefault="00E0332B" w:rsidP="00E0332B">
      <w:pPr>
        <w:rPr>
          <w:rFonts w:cstheme="minorHAnsi"/>
          <w:sz w:val="20"/>
        </w:rPr>
      </w:pPr>
    </w:p>
    <w:p w14:paraId="700D86A2" w14:textId="77777777" w:rsidR="00E0332B" w:rsidRPr="00A6238A" w:rsidRDefault="00E0332B" w:rsidP="00E0332B">
      <w:pPr>
        <w:rPr>
          <w:rFonts w:cstheme="minorHAnsi"/>
          <w:sz w:val="20"/>
        </w:rPr>
      </w:pPr>
    </w:p>
    <w:p w14:paraId="51F2DF19" w14:textId="77777777" w:rsidR="00E0332B" w:rsidRDefault="00E0332B" w:rsidP="00E0332B">
      <w:pPr>
        <w:rPr>
          <w:rFonts w:cstheme="minorHAnsi"/>
          <w:sz w:val="20"/>
        </w:rPr>
      </w:pPr>
    </w:p>
    <w:p w14:paraId="6D65B1CC" w14:textId="77777777" w:rsidR="00E0332B" w:rsidRDefault="00E0332B" w:rsidP="00E0332B">
      <w:pPr>
        <w:spacing w:after="200" w:line="276" w:lineRule="auto"/>
        <w:rPr>
          <w:rFonts w:cstheme="minorHAnsi"/>
          <w:sz w:val="20"/>
        </w:rPr>
      </w:pPr>
      <w:r>
        <w:rPr>
          <w:rFonts w:cstheme="minorHAnsi"/>
          <w:sz w:val="20"/>
        </w:rPr>
        <w:br w:type="page"/>
      </w:r>
    </w:p>
    <w:p w14:paraId="7162D8A4" w14:textId="77777777" w:rsidR="00E0332B" w:rsidRPr="007F1B03" w:rsidRDefault="00E0332B" w:rsidP="00E0332B">
      <w:pPr>
        <w:rPr>
          <w:rFonts w:cstheme="minorHAnsi"/>
          <w:b/>
          <w:bCs/>
          <w:iCs/>
          <w:sz w:val="20"/>
        </w:rPr>
      </w:pPr>
    </w:p>
    <w:p w14:paraId="781DFD64" w14:textId="77777777" w:rsidR="00E0332B" w:rsidRPr="007F1B03" w:rsidRDefault="00E0332B" w:rsidP="00E0332B">
      <w:pPr>
        <w:rPr>
          <w:rFonts w:cstheme="minorHAnsi"/>
          <w:b/>
          <w:bCs/>
          <w:iCs/>
          <w:sz w:val="20"/>
        </w:rPr>
      </w:pPr>
    </w:p>
    <w:p w14:paraId="318EE23C" w14:textId="77777777" w:rsidR="00E0332B" w:rsidRPr="007F1B03" w:rsidRDefault="00E0332B" w:rsidP="00E0332B">
      <w:pPr>
        <w:rPr>
          <w:rFonts w:cstheme="minorHAnsi"/>
          <w:b/>
          <w:bCs/>
          <w:iCs/>
          <w:sz w:val="20"/>
        </w:rPr>
      </w:pPr>
      <w:r w:rsidRPr="007F1B03">
        <w:rPr>
          <w:rFonts w:cstheme="minorHAnsi"/>
          <w:b/>
          <w:bCs/>
          <w:iCs/>
          <w:sz w:val="20"/>
        </w:rPr>
        <w:t xml:space="preserve">Załącznik nr 1.4 do SWZ - </w:t>
      </w:r>
      <w:r w:rsidRPr="007F1B03">
        <w:rPr>
          <w:rFonts w:cstheme="minorHAnsi"/>
          <w:b/>
          <w:sz w:val="20"/>
        </w:rPr>
        <w:t>Wzór umowy o udostępnieniu nieruchomości w celu budowy urządzeń energetycznych</w:t>
      </w:r>
    </w:p>
    <w:p w14:paraId="5189E9D8" w14:textId="77777777" w:rsidR="00E0332B" w:rsidRDefault="00E0332B" w:rsidP="00E0332B">
      <w:pPr>
        <w:rPr>
          <w:rFonts w:cstheme="minorHAnsi"/>
          <w:b/>
          <w:sz w:val="20"/>
          <w:u w:val="single"/>
        </w:rPr>
      </w:pPr>
    </w:p>
    <w:p w14:paraId="32DCD956" w14:textId="77777777" w:rsidR="00E0332B" w:rsidRDefault="00E0332B" w:rsidP="00E0332B">
      <w:pPr>
        <w:jc w:val="center"/>
        <w:rPr>
          <w:rFonts w:cstheme="minorHAnsi"/>
          <w:b/>
          <w:sz w:val="20"/>
          <w:u w:val="single"/>
        </w:rPr>
      </w:pPr>
    </w:p>
    <w:p w14:paraId="5D8A9839" w14:textId="77777777" w:rsidR="00E0332B" w:rsidRDefault="00E0332B" w:rsidP="00E0332B">
      <w:pPr>
        <w:jc w:val="center"/>
        <w:rPr>
          <w:rFonts w:cstheme="minorHAnsi"/>
          <w:b/>
          <w:sz w:val="20"/>
          <w:u w:val="single"/>
        </w:rPr>
      </w:pPr>
    </w:p>
    <w:p w14:paraId="28FEB6B3" w14:textId="77777777" w:rsidR="00E0332B" w:rsidRPr="00A6238A" w:rsidRDefault="00E0332B" w:rsidP="00E0332B">
      <w:pPr>
        <w:jc w:val="center"/>
        <w:rPr>
          <w:rFonts w:cstheme="minorHAnsi"/>
          <w:b/>
          <w:sz w:val="20"/>
          <w:u w:val="single"/>
        </w:rPr>
      </w:pPr>
      <w:r w:rsidRPr="00A6238A">
        <w:rPr>
          <w:rFonts w:cstheme="minorHAnsi"/>
          <w:b/>
          <w:sz w:val="20"/>
          <w:u w:val="single"/>
        </w:rPr>
        <w:t>UMOWA</w:t>
      </w:r>
    </w:p>
    <w:p w14:paraId="4EB3AB65" w14:textId="77777777" w:rsidR="00E0332B" w:rsidRPr="00A6238A" w:rsidRDefault="00E0332B" w:rsidP="00E0332B">
      <w:pPr>
        <w:rPr>
          <w:rFonts w:cstheme="minorHAnsi"/>
          <w:sz w:val="20"/>
        </w:rPr>
      </w:pPr>
      <w:r w:rsidRPr="00A6238A">
        <w:rPr>
          <w:rFonts w:cstheme="minorHAnsi"/>
          <w:sz w:val="20"/>
        </w:rPr>
        <w:t>zawarta w dniu .................................. pomiędzy:</w:t>
      </w:r>
    </w:p>
    <w:p w14:paraId="5DC32EA3" w14:textId="77777777" w:rsidR="00E0332B" w:rsidRPr="00501897" w:rsidRDefault="00E0332B" w:rsidP="00E0332B">
      <w:pPr>
        <w:rPr>
          <w:rFonts w:cstheme="minorHAnsi"/>
          <w:sz w:val="20"/>
        </w:rPr>
      </w:pPr>
      <w:r w:rsidRPr="00501897">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cstheme="minorHAnsi"/>
          <w:bCs/>
          <w:sz w:val="20"/>
        </w:rPr>
        <w:t xml:space="preserve">PGE Dystrybucja Spółka Akcyjna Oddział ……………….. </w:t>
      </w:r>
      <w:r w:rsidRPr="00501897">
        <w:rPr>
          <w:rFonts w:cstheme="minorHAnsi"/>
          <w:sz w:val="20"/>
        </w:rPr>
        <w:t>z siedzibą w ……………….., adres: ul. ………………… …………………., reprezentowaną w niniejszej umowie na podstawie pełnomocnictwa z dnia ………………….. (stanowiącego załącznik nr 1) przez:</w:t>
      </w:r>
    </w:p>
    <w:p w14:paraId="23E1011A" w14:textId="77777777" w:rsidR="00E0332B" w:rsidRPr="00A6238A" w:rsidRDefault="00E0332B" w:rsidP="00E0332B">
      <w:pPr>
        <w:rPr>
          <w:rFonts w:cstheme="minorHAnsi"/>
          <w:sz w:val="20"/>
        </w:rPr>
      </w:pPr>
    </w:p>
    <w:p w14:paraId="09F40CC7"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przedstawiciela Inwestora)</w:t>
      </w:r>
    </w:p>
    <w:p w14:paraId="729AE8F6" w14:textId="77777777" w:rsidR="00E0332B" w:rsidRPr="00A6238A" w:rsidRDefault="00E0332B" w:rsidP="00E0332B">
      <w:pPr>
        <w:rPr>
          <w:rFonts w:cstheme="minorHAnsi"/>
          <w:sz w:val="20"/>
        </w:rPr>
      </w:pPr>
      <w:r w:rsidRPr="00A6238A">
        <w:rPr>
          <w:rFonts w:cstheme="minorHAnsi"/>
          <w:sz w:val="20"/>
        </w:rPr>
        <w:t>zwanymi w dalszej części umowy Inwestorem, a:</w:t>
      </w:r>
    </w:p>
    <w:p w14:paraId="3BE807D3" w14:textId="77777777" w:rsidR="00E0332B" w:rsidRPr="00A6238A" w:rsidRDefault="00E0332B" w:rsidP="00E0332B">
      <w:pPr>
        <w:rPr>
          <w:rFonts w:cstheme="minorHAnsi"/>
          <w:sz w:val="20"/>
        </w:rPr>
      </w:pPr>
    </w:p>
    <w:p w14:paraId="4F80F734"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imiona rodziców, adres zamieszkania)</w:t>
      </w:r>
    </w:p>
    <w:p w14:paraId="21985FA8" w14:textId="77777777" w:rsidR="00E0332B" w:rsidRPr="00A6238A" w:rsidRDefault="00E0332B" w:rsidP="00E0332B">
      <w:pPr>
        <w:rPr>
          <w:rFonts w:cstheme="minorHAnsi"/>
          <w:sz w:val="20"/>
        </w:rPr>
      </w:pPr>
      <w:r w:rsidRPr="00A6238A">
        <w:rPr>
          <w:rFonts w:cstheme="minorHAnsi"/>
          <w:sz w:val="20"/>
        </w:rPr>
        <w:t>zwanym dalej Właścicielem nieruchomości.</w:t>
      </w:r>
    </w:p>
    <w:p w14:paraId="6D9A7ABB" w14:textId="77777777" w:rsidR="00E0332B" w:rsidRPr="00A6238A" w:rsidRDefault="00E0332B" w:rsidP="00E0332B">
      <w:pPr>
        <w:numPr>
          <w:ilvl w:val="0"/>
          <w:numId w:val="45"/>
        </w:numPr>
        <w:spacing w:after="0" w:line="288" w:lineRule="auto"/>
        <w:jc w:val="center"/>
        <w:rPr>
          <w:rFonts w:cstheme="minorHAnsi"/>
          <w:b/>
          <w:sz w:val="20"/>
        </w:rPr>
      </w:pPr>
    </w:p>
    <w:p w14:paraId="5A635BCE"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dz. nr ..................... obręb ……….………..….….. nr KW ………………..…….…położonej w m-ci ............................................................... oświadcza, że wyraża zgodę na udostępnienie swojej nieruchomości w celu budowy urządzeń energetycznych:</w:t>
      </w:r>
    </w:p>
    <w:p w14:paraId="30C5E20D" w14:textId="77777777" w:rsidR="00E0332B" w:rsidRPr="00A6238A" w:rsidRDefault="00E0332B" w:rsidP="00E0332B">
      <w:pPr>
        <w:rPr>
          <w:rFonts w:cstheme="minorHAnsi"/>
          <w:sz w:val="20"/>
        </w:rPr>
      </w:pPr>
    </w:p>
    <w:p w14:paraId="327DDBFF"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216DA639"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Strony oświadczają, że lokalizacja inwestycji opisanej w pkt 1 zobrazowano na mapie stanowiącej załącznik nr 2 do niniejszej umowy.</w:t>
      </w:r>
    </w:p>
    <w:p w14:paraId="068E915B"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oświadcza, że nieruchomość wchodzi/nie wchodzi</w:t>
      </w:r>
      <w:r w:rsidRPr="00A6238A">
        <w:rPr>
          <w:rFonts w:cstheme="minorHAnsi"/>
          <w:sz w:val="20"/>
          <w:vertAlign w:val="superscript"/>
        </w:rPr>
        <w:t>*</w:t>
      </w:r>
      <w:r w:rsidRPr="00A6238A">
        <w:rPr>
          <w:rFonts w:cstheme="minorHAnsi"/>
          <w:sz w:val="20"/>
        </w:rPr>
        <w:t xml:space="preserve"> w skład gospodarstwa rolnego.</w:t>
      </w:r>
    </w:p>
    <w:p w14:paraId="266B0FD3" w14:textId="77777777" w:rsidR="00E0332B" w:rsidRPr="00A6238A" w:rsidRDefault="00E0332B" w:rsidP="00E0332B">
      <w:pPr>
        <w:numPr>
          <w:ilvl w:val="0"/>
          <w:numId w:val="45"/>
        </w:numPr>
        <w:spacing w:after="0" w:line="288" w:lineRule="auto"/>
        <w:jc w:val="center"/>
        <w:rPr>
          <w:rFonts w:cstheme="minorHAnsi"/>
          <w:b/>
          <w:sz w:val="20"/>
        </w:rPr>
      </w:pPr>
    </w:p>
    <w:p w14:paraId="744ADB3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6C94E8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cstheme="minorHAnsi"/>
          <w:sz w:val="20"/>
        </w:rPr>
        <w:sym w:font="Times New Roman" w:char="00A7"/>
      </w:r>
      <w:r w:rsidRPr="00A6238A">
        <w:rPr>
          <w:rFonts w:cstheme="minorHAnsi"/>
          <w:sz w:val="20"/>
        </w:rPr>
        <w:t>1 pkt 1.</w:t>
      </w:r>
    </w:p>
    <w:p w14:paraId="23D5B69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Inwestor oświadcza, że w przypadku uszkodzenia obiektów małej architektury lub utwardzonych nawierzchni obiekty te zostaną przywrócone do stanu pierwotnego. Na wykonane roboty Inwestor udzieli gwarancji.</w:t>
      </w:r>
    </w:p>
    <w:p w14:paraId="58CB2901"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4F0FD4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C30840D" w14:textId="77777777" w:rsidR="00E0332B" w:rsidRPr="00A6238A" w:rsidRDefault="00E0332B" w:rsidP="00E0332B">
      <w:pPr>
        <w:numPr>
          <w:ilvl w:val="0"/>
          <w:numId w:val="45"/>
        </w:numPr>
        <w:spacing w:after="0" w:line="288" w:lineRule="auto"/>
        <w:jc w:val="center"/>
        <w:rPr>
          <w:rFonts w:cstheme="minorHAnsi"/>
          <w:b/>
          <w:sz w:val="20"/>
        </w:rPr>
      </w:pPr>
    </w:p>
    <w:p w14:paraId="5C46AD9A"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cstheme="minorHAnsi"/>
          <w:sz w:val="20"/>
        </w:rPr>
        <w:sym w:font="Times New Roman" w:char="00A7"/>
      </w:r>
      <w:r w:rsidRPr="00A6238A">
        <w:rPr>
          <w:rFonts w:cstheme="minorHAnsi"/>
          <w:sz w:val="20"/>
        </w:rPr>
        <w:t xml:space="preserve">1 pkt 1. </w:t>
      </w:r>
    </w:p>
    <w:p w14:paraId="1E7EE6B5"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565679A" w14:textId="77777777" w:rsidR="00E0332B" w:rsidRPr="00A6238A" w:rsidRDefault="00E0332B" w:rsidP="00E0332B">
      <w:pPr>
        <w:numPr>
          <w:ilvl w:val="0"/>
          <w:numId w:val="45"/>
        </w:numPr>
        <w:spacing w:after="0" w:line="288" w:lineRule="auto"/>
        <w:jc w:val="center"/>
        <w:rPr>
          <w:rFonts w:cstheme="minorHAnsi"/>
          <w:b/>
          <w:sz w:val="20"/>
        </w:rPr>
      </w:pPr>
    </w:p>
    <w:p w14:paraId="1E443B1D" w14:textId="77777777" w:rsidR="00E0332B" w:rsidRPr="00A6238A" w:rsidRDefault="00E0332B" w:rsidP="00E0332B">
      <w:pPr>
        <w:rPr>
          <w:rFonts w:cstheme="minorHAnsi"/>
          <w:sz w:val="20"/>
        </w:rPr>
      </w:pPr>
      <w:r w:rsidRPr="00A6238A">
        <w:rPr>
          <w:rFonts w:cstheme="minorHAnsi"/>
          <w:sz w:val="20"/>
        </w:rPr>
        <w:t>Dane osobowe pozyskane w wyniku procesu inwestycyjnego będą przez PGE Dystrybucja chronione zgodnie z zapisami zawartymi w Klauzuli Informacyjnej będącej załącznikiem do niniejszej umowy.</w:t>
      </w:r>
    </w:p>
    <w:p w14:paraId="3A9C9BE8" w14:textId="77777777" w:rsidR="00E0332B" w:rsidRPr="00A6238A" w:rsidRDefault="00E0332B" w:rsidP="00E0332B">
      <w:pPr>
        <w:numPr>
          <w:ilvl w:val="0"/>
          <w:numId w:val="45"/>
        </w:numPr>
        <w:spacing w:after="0" w:line="288" w:lineRule="auto"/>
        <w:jc w:val="center"/>
        <w:rPr>
          <w:rFonts w:cstheme="minorHAnsi"/>
          <w:b/>
          <w:sz w:val="20"/>
        </w:rPr>
      </w:pPr>
    </w:p>
    <w:p w14:paraId="2515DAFD" w14:textId="77777777" w:rsidR="00E0332B" w:rsidRPr="00A6238A" w:rsidRDefault="00E0332B" w:rsidP="00E0332B">
      <w:pPr>
        <w:rPr>
          <w:rFonts w:cstheme="minorHAnsi"/>
          <w:sz w:val="20"/>
        </w:rPr>
      </w:pPr>
      <w:r w:rsidRPr="00A6238A">
        <w:rPr>
          <w:rFonts w:cstheme="minorHAnsi"/>
          <w:sz w:val="20"/>
        </w:rPr>
        <w:t>Wszelkie spory wynikające z realizacji niniejszej umowy rozstrzygać będą właściwe sądy powszechne, a w sprawach nieuregulowanych niniejszą umową zastosowanie mają przepisy k.c.</w:t>
      </w:r>
    </w:p>
    <w:p w14:paraId="527EEF3B" w14:textId="77777777" w:rsidR="00E0332B" w:rsidRPr="00A6238A" w:rsidRDefault="00E0332B" w:rsidP="00E0332B">
      <w:pPr>
        <w:numPr>
          <w:ilvl w:val="0"/>
          <w:numId w:val="45"/>
        </w:numPr>
        <w:spacing w:after="0" w:line="288" w:lineRule="auto"/>
        <w:jc w:val="center"/>
        <w:rPr>
          <w:rFonts w:cstheme="minorHAnsi"/>
          <w:b/>
          <w:sz w:val="20"/>
        </w:rPr>
      </w:pPr>
    </w:p>
    <w:p w14:paraId="6AAC83AC" w14:textId="77777777" w:rsidR="00E0332B" w:rsidRPr="00A6238A" w:rsidRDefault="00E0332B" w:rsidP="00E0332B">
      <w:pPr>
        <w:rPr>
          <w:rFonts w:cstheme="minorHAnsi"/>
          <w:sz w:val="20"/>
        </w:rPr>
      </w:pPr>
      <w:r w:rsidRPr="00A6238A">
        <w:rPr>
          <w:rFonts w:cstheme="minorHAnsi"/>
          <w:sz w:val="20"/>
        </w:rPr>
        <w:t>Umowę sporządzono w dwóch jednobrzmiących egzemplarzach po jednym dla każdej ze stron.</w:t>
      </w:r>
    </w:p>
    <w:p w14:paraId="77444422" w14:textId="77777777" w:rsidR="00E0332B" w:rsidRPr="00A6238A" w:rsidRDefault="00E0332B" w:rsidP="00E0332B">
      <w:pPr>
        <w:rPr>
          <w:rFonts w:cstheme="minorHAnsi"/>
          <w:sz w:val="20"/>
        </w:rPr>
      </w:pPr>
      <w:r w:rsidRPr="00A6238A">
        <w:rPr>
          <w:rFonts w:cstheme="minorHAnsi"/>
          <w:sz w:val="20"/>
        </w:rPr>
        <w:t>Załączniki:</w:t>
      </w:r>
    </w:p>
    <w:p w14:paraId="10F6C6B6" w14:textId="77777777" w:rsidR="00E0332B" w:rsidRPr="00A6238A" w:rsidRDefault="00E0332B" w:rsidP="00E0332B">
      <w:pPr>
        <w:rPr>
          <w:rFonts w:cstheme="minorHAnsi"/>
          <w:sz w:val="20"/>
        </w:rPr>
      </w:pPr>
      <w:r w:rsidRPr="00A6238A">
        <w:rPr>
          <w:rFonts w:cstheme="minorHAnsi"/>
          <w:sz w:val="20"/>
        </w:rPr>
        <w:t>Załącznik nr 1 – Pełnomocnictwo przedstawiciela inwestora.</w:t>
      </w:r>
    </w:p>
    <w:p w14:paraId="6631FF6B" w14:textId="77777777" w:rsidR="00E0332B" w:rsidRPr="00A6238A" w:rsidRDefault="00E0332B" w:rsidP="00E0332B">
      <w:pPr>
        <w:rPr>
          <w:rFonts w:cstheme="minorHAnsi"/>
          <w:sz w:val="20"/>
        </w:rPr>
      </w:pPr>
      <w:r w:rsidRPr="00A6238A">
        <w:rPr>
          <w:rFonts w:cstheme="minorHAnsi"/>
          <w:sz w:val="20"/>
        </w:rPr>
        <w:t>Załącznik nr 2 – Załącznik graficzny.</w:t>
      </w:r>
    </w:p>
    <w:p w14:paraId="27209AC4" w14:textId="77777777" w:rsidR="00E0332B" w:rsidRPr="00A6238A" w:rsidRDefault="00E0332B" w:rsidP="00E0332B">
      <w:pPr>
        <w:rPr>
          <w:rFonts w:cstheme="minorHAnsi"/>
          <w:sz w:val="20"/>
        </w:rPr>
      </w:pPr>
      <w:r w:rsidRPr="00A6238A">
        <w:rPr>
          <w:rFonts w:cstheme="minorHAnsi"/>
          <w:sz w:val="20"/>
        </w:rPr>
        <w:t>Załącznik nr 3 -  Klauzula Informacyjna</w:t>
      </w:r>
    </w:p>
    <w:p w14:paraId="28DE2473" w14:textId="77777777" w:rsidR="00E0332B" w:rsidRPr="00A6238A" w:rsidRDefault="00E0332B" w:rsidP="00E0332B">
      <w:pPr>
        <w:rPr>
          <w:rFonts w:cstheme="minorHAnsi"/>
          <w:sz w:val="20"/>
        </w:rPr>
      </w:pPr>
    </w:p>
    <w:p w14:paraId="6D29220C" w14:textId="77777777" w:rsidR="00E0332B" w:rsidRDefault="00E0332B" w:rsidP="00E0332B">
      <w:pPr>
        <w:rPr>
          <w:rFonts w:cstheme="minorHAnsi"/>
          <w:sz w:val="20"/>
        </w:rPr>
      </w:pPr>
      <w:r w:rsidRPr="00A6238A">
        <w:rPr>
          <w:rFonts w:cstheme="minorHAnsi"/>
          <w:sz w:val="20"/>
        </w:rPr>
        <w:t>Inwestor</w:t>
      </w:r>
      <w:r w:rsidRPr="00A6238A">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Pr="00A6238A">
        <w:rPr>
          <w:rFonts w:cstheme="minorHAnsi"/>
          <w:sz w:val="20"/>
        </w:rPr>
        <w:t>Właściciel gruntu</w:t>
      </w:r>
    </w:p>
    <w:p w14:paraId="5E0C1121" w14:textId="77777777" w:rsidR="00E0332B" w:rsidRPr="0002462E" w:rsidRDefault="00E0332B" w:rsidP="00E0332B">
      <w:pPr>
        <w:rPr>
          <w:rFonts w:cstheme="minorHAnsi"/>
          <w:sz w:val="20"/>
        </w:rPr>
      </w:pPr>
    </w:p>
    <w:p w14:paraId="0FFA190D" w14:textId="77777777" w:rsidR="00E0332B" w:rsidRPr="0002462E" w:rsidRDefault="00E0332B" w:rsidP="00E0332B">
      <w:pPr>
        <w:rPr>
          <w:rFonts w:cstheme="minorHAnsi"/>
          <w:sz w:val="20"/>
        </w:rPr>
      </w:pPr>
    </w:p>
    <w:p w14:paraId="089FB715" w14:textId="77777777" w:rsidR="00E0332B" w:rsidRPr="0002462E" w:rsidRDefault="00E0332B" w:rsidP="00E0332B">
      <w:pPr>
        <w:rPr>
          <w:rFonts w:cstheme="minorHAnsi"/>
          <w:sz w:val="20"/>
        </w:rPr>
      </w:pPr>
    </w:p>
    <w:p w14:paraId="723F4C4F" w14:textId="77777777" w:rsidR="00E0332B" w:rsidRPr="0002462E" w:rsidRDefault="00E0332B" w:rsidP="00E0332B">
      <w:pPr>
        <w:rPr>
          <w:rFonts w:cstheme="minorHAnsi"/>
          <w:sz w:val="20"/>
        </w:rPr>
      </w:pPr>
    </w:p>
    <w:p w14:paraId="015F6EEF" w14:textId="77777777" w:rsidR="00E0332B" w:rsidRPr="0002462E" w:rsidRDefault="00E0332B" w:rsidP="00E0332B">
      <w:pPr>
        <w:rPr>
          <w:rFonts w:cstheme="minorHAnsi"/>
          <w:sz w:val="20"/>
        </w:rPr>
      </w:pPr>
    </w:p>
    <w:p w14:paraId="452F8098" w14:textId="77777777" w:rsidR="00E0332B" w:rsidRPr="0002462E" w:rsidRDefault="00E0332B" w:rsidP="00E0332B">
      <w:pPr>
        <w:rPr>
          <w:rFonts w:cstheme="minorHAnsi"/>
          <w:sz w:val="20"/>
        </w:rPr>
      </w:pPr>
    </w:p>
    <w:p w14:paraId="4A6522C8" w14:textId="77777777" w:rsidR="00E0332B" w:rsidRPr="0002462E" w:rsidRDefault="00E0332B" w:rsidP="00E0332B">
      <w:pPr>
        <w:rPr>
          <w:rFonts w:cstheme="minorHAnsi"/>
          <w:sz w:val="20"/>
        </w:rPr>
      </w:pPr>
    </w:p>
    <w:p w14:paraId="734816D3" w14:textId="15F7B6AD" w:rsidR="00E0332B" w:rsidRDefault="00E0332B" w:rsidP="00E0332B">
      <w:pPr>
        <w:rPr>
          <w:rFonts w:cstheme="minorHAnsi"/>
          <w:sz w:val="20"/>
        </w:rPr>
      </w:pPr>
    </w:p>
    <w:p w14:paraId="5B27D58D" w14:textId="6BEAF219" w:rsidR="00E0332B" w:rsidRDefault="00E0332B" w:rsidP="00E0332B">
      <w:pPr>
        <w:rPr>
          <w:rFonts w:cstheme="minorHAnsi"/>
          <w:sz w:val="20"/>
        </w:rPr>
      </w:pPr>
    </w:p>
    <w:p w14:paraId="2F568E89" w14:textId="77777777" w:rsidR="00E0332B" w:rsidRPr="0002462E" w:rsidRDefault="00E0332B" w:rsidP="00E0332B">
      <w:pPr>
        <w:rPr>
          <w:rFonts w:cstheme="minorHAnsi"/>
          <w:sz w:val="20"/>
        </w:rPr>
      </w:pPr>
    </w:p>
    <w:p w14:paraId="2FA09D75" w14:textId="77777777" w:rsidR="00E0332B" w:rsidRPr="0002462E" w:rsidRDefault="00E0332B" w:rsidP="00E0332B">
      <w:pPr>
        <w:rPr>
          <w:rFonts w:cstheme="minorHAnsi"/>
          <w:sz w:val="20"/>
        </w:rPr>
      </w:pPr>
    </w:p>
    <w:p w14:paraId="69EAEE5E" w14:textId="7CFC12F5" w:rsidR="00E0332B" w:rsidRDefault="00E0332B" w:rsidP="00E0332B">
      <w:pPr>
        <w:spacing w:after="200" w:line="276" w:lineRule="auto"/>
        <w:rPr>
          <w:rFonts w:cstheme="minorHAnsi"/>
          <w:sz w:val="20"/>
        </w:rPr>
      </w:pPr>
    </w:p>
    <w:p w14:paraId="6D7032D1" w14:textId="77777777" w:rsidR="00E0332B" w:rsidRDefault="00E0332B" w:rsidP="00E0332B">
      <w:pPr>
        <w:spacing w:after="200" w:line="276" w:lineRule="auto"/>
        <w:rPr>
          <w:rFonts w:cstheme="minorHAnsi"/>
          <w:sz w:val="20"/>
        </w:rPr>
      </w:pPr>
    </w:p>
    <w:p w14:paraId="74C78DC5" w14:textId="77777777" w:rsidR="00E0332B" w:rsidRDefault="00E0332B" w:rsidP="00E0332B">
      <w:pPr>
        <w:jc w:val="right"/>
        <w:rPr>
          <w:rFonts w:cstheme="minorHAnsi"/>
          <w:b/>
          <w:bCs/>
          <w:iCs/>
          <w:sz w:val="20"/>
        </w:rPr>
      </w:pPr>
    </w:p>
    <w:p w14:paraId="2696C7E9" w14:textId="77777777" w:rsidR="00E0332B" w:rsidRPr="0002462E" w:rsidRDefault="00E0332B" w:rsidP="00E0332B">
      <w:pPr>
        <w:rPr>
          <w:rFonts w:cstheme="minorHAnsi"/>
          <w:b/>
          <w:bCs/>
          <w:iCs/>
          <w:sz w:val="20"/>
        </w:rPr>
      </w:pPr>
      <w:r w:rsidRPr="0002462E">
        <w:rPr>
          <w:rFonts w:cstheme="minorHAnsi"/>
          <w:b/>
          <w:bCs/>
          <w:iCs/>
          <w:sz w:val="20"/>
        </w:rPr>
        <w:lastRenderedPageBreak/>
        <w:t>Z</w:t>
      </w:r>
      <w:r>
        <w:rPr>
          <w:rFonts w:cstheme="minorHAnsi"/>
          <w:b/>
          <w:bCs/>
          <w:iCs/>
          <w:sz w:val="20"/>
        </w:rPr>
        <w:t xml:space="preserve">ałącznik nr 1.5 do SWZ - </w:t>
      </w:r>
      <w:r w:rsidRPr="007F1B03">
        <w:rPr>
          <w:rFonts w:cstheme="minorHAnsi"/>
          <w:b/>
          <w:bCs/>
          <w:iCs/>
          <w:sz w:val="20"/>
        </w:rPr>
        <w:t>Porozumienie o ustanowieniu służebności przesyłu</w:t>
      </w:r>
    </w:p>
    <w:p w14:paraId="01800D8A" w14:textId="77777777" w:rsidR="00E0332B" w:rsidRDefault="00E0332B" w:rsidP="00E0332B">
      <w:pPr>
        <w:jc w:val="center"/>
        <w:rPr>
          <w:rFonts w:cstheme="minorHAnsi"/>
          <w:b/>
          <w:sz w:val="20"/>
          <w:u w:val="single"/>
        </w:rPr>
      </w:pPr>
    </w:p>
    <w:p w14:paraId="28941D15" w14:textId="77777777" w:rsidR="00E0332B" w:rsidRDefault="00E0332B" w:rsidP="00E0332B">
      <w:pPr>
        <w:jc w:val="center"/>
        <w:rPr>
          <w:rFonts w:cstheme="minorHAnsi"/>
          <w:b/>
          <w:sz w:val="20"/>
          <w:u w:val="single"/>
        </w:rPr>
      </w:pPr>
    </w:p>
    <w:p w14:paraId="552C8013" w14:textId="77777777" w:rsidR="00E0332B" w:rsidRPr="0002462E" w:rsidRDefault="00E0332B" w:rsidP="00E0332B">
      <w:pPr>
        <w:jc w:val="center"/>
        <w:rPr>
          <w:rFonts w:cstheme="minorHAnsi"/>
          <w:b/>
          <w:sz w:val="20"/>
          <w:u w:val="single"/>
        </w:rPr>
      </w:pPr>
      <w:r w:rsidRPr="0002462E">
        <w:rPr>
          <w:rFonts w:cstheme="minorHAnsi"/>
          <w:b/>
          <w:sz w:val="20"/>
          <w:u w:val="single"/>
        </w:rPr>
        <w:t>POROZUMIENIE</w:t>
      </w:r>
    </w:p>
    <w:p w14:paraId="273A4F41" w14:textId="77777777" w:rsidR="00E0332B" w:rsidRDefault="00E0332B" w:rsidP="00E0332B">
      <w:pPr>
        <w:rPr>
          <w:rFonts w:cstheme="minorHAnsi"/>
          <w:sz w:val="20"/>
        </w:rPr>
      </w:pPr>
    </w:p>
    <w:p w14:paraId="02FF3374" w14:textId="77777777" w:rsidR="00E0332B" w:rsidRPr="0002462E" w:rsidRDefault="00E0332B" w:rsidP="00E0332B">
      <w:pPr>
        <w:rPr>
          <w:rFonts w:cstheme="minorHAnsi"/>
          <w:b/>
          <w:i/>
          <w:sz w:val="20"/>
        </w:rPr>
      </w:pPr>
      <w:r w:rsidRPr="0002462E">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cstheme="minorHAnsi"/>
          <w:bCs/>
          <w:sz w:val="20"/>
        </w:rPr>
        <w:t xml:space="preserve">PGE Dystrybucja Spółka Akcyjna Oddział ……………..……………….. </w:t>
      </w:r>
      <w:r w:rsidRPr="0002462E">
        <w:rPr>
          <w:rFonts w:cstheme="minorHAnsi"/>
          <w:sz w:val="20"/>
        </w:rPr>
        <w:t>z siedzibą w …………………….., adres: …………………………………………………………., reprezentowaną w niniejszej umowie na podstawie pełnomocnictwa z dnia …………………(stanowiące załącznik nr 1) przez:</w:t>
      </w:r>
    </w:p>
    <w:p w14:paraId="13659D85"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przedstawiciela Inwestora)</w:t>
      </w:r>
    </w:p>
    <w:p w14:paraId="3C58A985" w14:textId="77777777" w:rsidR="00E0332B" w:rsidRPr="0002462E" w:rsidRDefault="00E0332B" w:rsidP="00E0332B">
      <w:pPr>
        <w:rPr>
          <w:rFonts w:cstheme="minorHAnsi"/>
          <w:b/>
          <w:i/>
          <w:sz w:val="20"/>
        </w:rPr>
      </w:pPr>
      <w:r w:rsidRPr="0002462E">
        <w:rPr>
          <w:rFonts w:cstheme="minorHAnsi"/>
          <w:sz w:val="20"/>
        </w:rPr>
        <w:t xml:space="preserve">zwanymi w dalszej części Inwestorem a </w:t>
      </w:r>
    </w:p>
    <w:p w14:paraId="306C389F"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imiona rodziców, adres zamieszkania)</w:t>
      </w:r>
    </w:p>
    <w:p w14:paraId="42C4F56B" w14:textId="77777777" w:rsidR="00E0332B" w:rsidRPr="0002462E" w:rsidRDefault="00E0332B" w:rsidP="00E0332B">
      <w:pPr>
        <w:rPr>
          <w:rFonts w:cstheme="minorHAnsi"/>
          <w:sz w:val="20"/>
        </w:rPr>
      </w:pPr>
      <w:r w:rsidRPr="0002462E">
        <w:rPr>
          <w:rFonts w:cstheme="minorHAnsi"/>
          <w:sz w:val="20"/>
        </w:rPr>
        <w:t>zwanym w dalszej części właścicielem nieruchomości</w:t>
      </w:r>
    </w:p>
    <w:p w14:paraId="1907D28E" w14:textId="77777777" w:rsidR="00E0332B" w:rsidRPr="0002462E" w:rsidRDefault="00E0332B" w:rsidP="00E0332B">
      <w:pPr>
        <w:rPr>
          <w:rFonts w:cstheme="minorHAnsi"/>
          <w:sz w:val="20"/>
        </w:rPr>
      </w:pPr>
      <w:r w:rsidRPr="0002462E">
        <w:rPr>
          <w:rFonts w:cstheme="minorHAnsi"/>
          <w:sz w:val="20"/>
        </w:rPr>
        <w:t>W celu realizacji ……………………………. sieci elektroenergetycznej służącej zaspokojeniu obecnego i przyszłego zapotrzebowania na energię elektryczną strony ustalają:</w:t>
      </w:r>
    </w:p>
    <w:p w14:paraId="5C254C67"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Właściciel nieruchomości działka nr ............................................................................................ położonej w ............................................................................................................... oświadcza, że wyraża zgodę na jej udostępnienie na cele budowlane związane z budową:</w:t>
      </w:r>
    </w:p>
    <w:p w14:paraId="1DF0FBD0" w14:textId="77777777" w:rsidR="00E0332B" w:rsidRPr="0002462E" w:rsidRDefault="00E0332B" w:rsidP="00E0332B">
      <w:pPr>
        <w:ind w:left="284"/>
        <w:rPr>
          <w:rFonts w:cstheme="minorHAnsi"/>
          <w:sz w:val="20"/>
        </w:rPr>
      </w:pPr>
      <w:r w:rsidRPr="0002462E">
        <w:rPr>
          <w:rFonts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0F91FB9" w14:textId="77777777" w:rsidR="00E0332B" w:rsidRPr="0002462E" w:rsidRDefault="00E0332B" w:rsidP="00E0332B">
      <w:pPr>
        <w:ind w:left="284"/>
        <w:rPr>
          <w:rFonts w:cstheme="minorHAnsi"/>
          <w:sz w:val="20"/>
        </w:rPr>
      </w:pPr>
      <w:r w:rsidRPr="0002462E">
        <w:rPr>
          <w:rFonts w:cstheme="minorHAnsi"/>
          <w:sz w:val="20"/>
        </w:rPr>
        <w:t>Zakres planowanych prac zobrazowano na mapie stanowiącej załącznik nr 2 do niniejszego porozumienia.</w:t>
      </w:r>
    </w:p>
    <w:p w14:paraId="3042C8C9"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Właściciel nieruchomości ustanowi stosownie do postanowień art. 305</w:t>
      </w:r>
      <w:r w:rsidRPr="0002462E">
        <w:rPr>
          <w:rFonts w:cstheme="minorHAnsi"/>
          <w:sz w:val="20"/>
          <w:vertAlign w:val="superscript"/>
        </w:rPr>
        <w:t>1</w:t>
      </w:r>
      <w:r w:rsidRPr="0002462E">
        <w:rPr>
          <w:rFonts w:cstheme="minorHAnsi"/>
          <w:sz w:val="20"/>
        </w:rPr>
        <w:t xml:space="preserve"> k.c. służebność przesyłu na rzecz PGE Dystrybucja S.A. obejmującą sieć elektroenergetyczną wskazaną w pkt. 1.</w:t>
      </w:r>
    </w:p>
    <w:p w14:paraId="0D1D92ED"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429A41A6"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2D555F2"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D4EFA2F" w14:textId="77777777" w:rsidR="00E0332B" w:rsidRPr="0002462E" w:rsidRDefault="00E0332B" w:rsidP="00E0332B">
      <w:pPr>
        <w:numPr>
          <w:ilvl w:val="3"/>
          <w:numId w:val="46"/>
        </w:numPr>
        <w:tabs>
          <w:tab w:val="clear" w:pos="2880"/>
          <w:tab w:val="num" w:pos="283"/>
        </w:tabs>
        <w:spacing w:after="0" w:line="288" w:lineRule="auto"/>
        <w:ind w:left="284" w:hanging="284"/>
        <w:jc w:val="both"/>
        <w:rPr>
          <w:rFonts w:cstheme="minorHAnsi"/>
          <w:sz w:val="20"/>
        </w:rPr>
      </w:pPr>
      <w:r w:rsidRPr="0002462E">
        <w:rPr>
          <w:rFonts w:cstheme="minorHAnsi"/>
          <w:sz w:val="20"/>
        </w:rPr>
        <w:t>Dane osobowe pozyskane w wyniku procesu inwestycyjnego będą przez PGE Dystrybucja chronione zgodnie z zapisami zwartymi w Klauzuli Informacyjnej będącej załącznikiem do niniejszej umowy.</w:t>
      </w:r>
    </w:p>
    <w:p w14:paraId="19E0ABAD" w14:textId="77777777" w:rsidR="00E0332B" w:rsidRPr="0002462E" w:rsidRDefault="00E0332B" w:rsidP="00E0332B">
      <w:pPr>
        <w:rPr>
          <w:rFonts w:cstheme="minorHAnsi"/>
          <w:sz w:val="20"/>
        </w:rPr>
      </w:pPr>
      <w:r w:rsidRPr="0002462E">
        <w:rPr>
          <w:rFonts w:cstheme="minorHAnsi"/>
          <w:sz w:val="20"/>
        </w:rPr>
        <w:t>Załączniki:</w:t>
      </w:r>
    </w:p>
    <w:p w14:paraId="5B26D414" w14:textId="77777777" w:rsidR="00E0332B" w:rsidRPr="0002462E" w:rsidRDefault="00E0332B" w:rsidP="00E0332B">
      <w:pPr>
        <w:rPr>
          <w:rFonts w:cstheme="minorHAnsi"/>
          <w:sz w:val="20"/>
        </w:rPr>
      </w:pPr>
      <w:r w:rsidRPr="0002462E">
        <w:rPr>
          <w:rFonts w:cstheme="minorHAnsi"/>
          <w:sz w:val="20"/>
        </w:rPr>
        <w:t>Załącznik nr 1 – Pełnomocnictwo przedstawiciela inwestora.</w:t>
      </w:r>
    </w:p>
    <w:p w14:paraId="7BA2E0FF" w14:textId="77777777" w:rsidR="00E0332B" w:rsidRPr="0002462E" w:rsidRDefault="00E0332B" w:rsidP="00E0332B">
      <w:pPr>
        <w:rPr>
          <w:rFonts w:cstheme="minorHAnsi"/>
          <w:sz w:val="20"/>
        </w:rPr>
      </w:pPr>
      <w:r w:rsidRPr="0002462E">
        <w:rPr>
          <w:rFonts w:cstheme="minorHAnsi"/>
          <w:sz w:val="20"/>
        </w:rPr>
        <w:t>Załącznik nr 2 – Załącznik graficzny.</w:t>
      </w:r>
    </w:p>
    <w:p w14:paraId="329E9FC2" w14:textId="77777777" w:rsidR="00E0332B" w:rsidRPr="0002462E" w:rsidRDefault="00E0332B" w:rsidP="00E0332B">
      <w:pPr>
        <w:rPr>
          <w:rFonts w:cstheme="minorHAnsi"/>
          <w:sz w:val="20"/>
        </w:rPr>
      </w:pPr>
      <w:r w:rsidRPr="0002462E">
        <w:rPr>
          <w:rFonts w:cstheme="minorHAnsi"/>
          <w:sz w:val="20"/>
        </w:rPr>
        <w:t>Załącznik nr 3 -  Klauzula informacyjna</w:t>
      </w:r>
    </w:p>
    <w:p w14:paraId="0A63988A" w14:textId="77777777" w:rsidR="00E0332B" w:rsidRPr="0002462E" w:rsidRDefault="00E0332B" w:rsidP="00E0332B">
      <w:pPr>
        <w:rPr>
          <w:rFonts w:cstheme="minorHAnsi"/>
          <w:sz w:val="20"/>
        </w:rPr>
      </w:pPr>
    </w:p>
    <w:p w14:paraId="29DFAF6A" w14:textId="77777777" w:rsidR="00E0332B" w:rsidRPr="0002462E" w:rsidRDefault="00E0332B" w:rsidP="00E0332B">
      <w:pPr>
        <w:rPr>
          <w:rFonts w:cstheme="minorHAnsi"/>
          <w:sz w:val="20"/>
        </w:rPr>
      </w:pPr>
      <w:r w:rsidRPr="0002462E">
        <w:rPr>
          <w:rFonts w:cstheme="minorHAnsi"/>
          <w:sz w:val="20"/>
        </w:rPr>
        <w:lastRenderedPageBreak/>
        <w:tab/>
        <w:t>Inwestor</w:t>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t>Właściciel nieruchomości</w:t>
      </w:r>
    </w:p>
    <w:p w14:paraId="055941B7" w14:textId="77777777" w:rsidR="00E0332B" w:rsidRDefault="00E0332B" w:rsidP="00E0332B">
      <w:pPr>
        <w:spacing w:after="200" w:line="276" w:lineRule="auto"/>
        <w:rPr>
          <w:rFonts w:cstheme="minorHAnsi"/>
          <w:sz w:val="20"/>
        </w:rPr>
      </w:pPr>
      <w:r>
        <w:rPr>
          <w:rFonts w:cstheme="minorHAnsi"/>
          <w:sz w:val="20"/>
        </w:rPr>
        <w:br w:type="page"/>
      </w:r>
    </w:p>
    <w:p w14:paraId="4C3AB28A" w14:textId="77777777" w:rsidR="00E0332B" w:rsidRDefault="00E0332B" w:rsidP="00E0332B">
      <w:pPr>
        <w:rPr>
          <w:rFonts w:cstheme="minorHAnsi"/>
          <w:b/>
          <w:sz w:val="20"/>
        </w:rPr>
      </w:pPr>
    </w:p>
    <w:p w14:paraId="02E046A8" w14:textId="77777777" w:rsidR="00E0332B" w:rsidRDefault="00E0332B" w:rsidP="00E0332B">
      <w:pPr>
        <w:rPr>
          <w:rFonts w:cstheme="minorHAnsi"/>
          <w:b/>
          <w:sz w:val="20"/>
        </w:rPr>
      </w:pPr>
    </w:p>
    <w:p w14:paraId="71034B6F" w14:textId="77777777" w:rsidR="00E0332B" w:rsidRPr="003A2610" w:rsidRDefault="00E0332B" w:rsidP="00E0332B">
      <w:pPr>
        <w:rPr>
          <w:rFonts w:cstheme="minorHAnsi"/>
          <w:b/>
          <w:sz w:val="20"/>
        </w:rPr>
      </w:pPr>
      <w:r w:rsidRPr="003A2610">
        <w:rPr>
          <w:rFonts w:cstheme="minorHAnsi"/>
          <w:b/>
          <w:sz w:val="20"/>
        </w:rPr>
        <w:t xml:space="preserve">Załącznik nr 1.6 </w:t>
      </w:r>
      <w:r>
        <w:rPr>
          <w:rFonts w:cstheme="minorHAnsi"/>
          <w:b/>
          <w:sz w:val="20"/>
        </w:rPr>
        <w:t xml:space="preserve">do SWZ - </w:t>
      </w:r>
      <w:r w:rsidRPr="007F1B03">
        <w:rPr>
          <w:rFonts w:cstheme="minorHAnsi"/>
          <w:b/>
          <w:sz w:val="20"/>
        </w:rPr>
        <w:t>Niezbędna treść do zamieszczenia w umowie o ustanowienie służebności przesyłu</w:t>
      </w:r>
    </w:p>
    <w:p w14:paraId="2671C834" w14:textId="77777777" w:rsidR="00E0332B" w:rsidRDefault="00E0332B" w:rsidP="00E0332B">
      <w:pPr>
        <w:jc w:val="center"/>
        <w:rPr>
          <w:rFonts w:cstheme="minorHAnsi"/>
          <w:b/>
          <w:sz w:val="20"/>
          <w:u w:val="single"/>
        </w:rPr>
      </w:pPr>
    </w:p>
    <w:p w14:paraId="761A4C6D" w14:textId="77777777" w:rsidR="00E0332B" w:rsidRDefault="00E0332B" w:rsidP="00E0332B">
      <w:pPr>
        <w:jc w:val="center"/>
        <w:rPr>
          <w:rFonts w:cstheme="minorHAnsi"/>
          <w:b/>
          <w:sz w:val="20"/>
          <w:u w:val="single"/>
        </w:rPr>
      </w:pPr>
    </w:p>
    <w:p w14:paraId="69F2F41F" w14:textId="77777777" w:rsidR="00E0332B" w:rsidRDefault="00E0332B" w:rsidP="00E0332B">
      <w:pPr>
        <w:jc w:val="center"/>
        <w:rPr>
          <w:rFonts w:cstheme="minorHAnsi"/>
          <w:b/>
          <w:sz w:val="20"/>
          <w:u w:val="single"/>
        </w:rPr>
      </w:pPr>
      <w:r w:rsidRPr="003A2610">
        <w:rPr>
          <w:rFonts w:cstheme="minorHAnsi"/>
          <w:b/>
          <w:sz w:val="20"/>
          <w:u w:val="single"/>
        </w:rPr>
        <w:t>Niezbędna treść do zamieszczenia w umowie o ustanowienie służebności przesyłu</w:t>
      </w:r>
    </w:p>
    <w:p w14:paraId="288C3349" w14:textId="77777777" w:rsidR="00E0332B" w:rsidRPr="003A2610" w:rsidRDefault="00E0332B" w:rsidP="00E0332B">
      <w:pPr>
        <w:jc w:val="center"/>
        <w:rPr>
          <w:rFonts w:cstheme="minorHAnsi"/>
          <w:b/>
          <w:sz w:val="20"/>
          <w:u w:val="single"/>
        </w:rPr>
      </w:pPr>
    </w:p>
    <w:p w14:paraId="2598522F"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5F95A6AB" w14:textId="77777777" w:rsidR="00E0332B" w:rsidRPr="003A2610" w:rsidRDefault="00E0332B" w:rsidP="00E0332B">
      <w:pPr>
        <w:ind w:left="709" w:hanging="425"/>
        <w:rPr>
          <w:rFonts w:cstheme="minorHAnsi"/>
          <w:sz w:val="20"/>
        </w:rPr>
      </w:pPr>
      <w:r>
        <w:rPr>
          <w:rFonts w:cstheme="minorHAnsi"/>
          <w:sz w:val="20"/>
        </w:rPr>
        <w:t>1)</w:t>
      </w:r>
      <w:r>
        <w:rPr>
          <w:rFonts w:cstheme="minorHAnsi"/>
          <w:sz w:val="20"/>
        </w:rPr>
        <w:tab/>
      </w:r>
      <w:r w:rsidRPr="003A2610">
        <w:rPr>
          <w:rFonts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0B27E6E9" w14:textId="77777777" w:rsidR="00E0332B" w:rsidRPr="003A2610" w:rsidRDefault="00E0332B" w:rsidP="00E0332B">
      <w:pPr>
        <w:ind w:left="709" w:hanging="425"/>
        <w:rPr>
          <w:rFonts w:cstheme="minorHAnsi"/>
          <w:sz w:val="20"/>
        </w:rPr>
      </w:pPr>
      <w:r>
        <w:rPr>
          <w:rFonts w:cstheme="minorHAnsi"/>
          <w:sz w:val="20"/>
        </w:rPr>
        <w:t>2)</w:t>
      </w:r>
      <w:r>
        <w:rPr>
          <w:rFonts w:cstheme="minorHAnsi"/>
          <w:sz w:val="20"/>
        </w:rPr>
        <w:tab/>
      </w:r>
      <w:r w:rsidRPr="003A2610">
        <w:rPr>
          <w:rFonts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cstheme="minorHAnsi"/>
          <w:sz w:val="20"/>
        </w:rPr>
        <w:t>ązku z prowadzoną działalnością,</w:t>
      </w:r>
    </w:p>
    <w:p w14:paraId="14D224A1" w14:textId="77777777" w:rsidR="00E0332B" w:rsidRPr="003A2610" w:rsidRDefault="00E0332B" w:rsidP="00E0332B">
      <w:pPr>
        <w:ind w:left="709" w:hanging="425"/>
        <w:rPr>
          <w:rFonts w:cstheme="minorHAnsi"/>
          <w:sz w:val="20"/>
        </w:rPr>
      </w:pPr>
      <w:r>
        <w:rPr>
          <w:rFonts w:cstheme="minorHAnsi"/>
          <w:sz w:val="20"/>
        </w:rPr>
        <w:t>3)</w:t>
      </w:r>
      <w:r>
        <w:rPr>
          <w:rFonts w:cstheme="minorHAnsi"/>
          <w:sz w:val="20"/>
        </w:rPr>
        <w:tab/>
      </w:r>
      <w:r w:rsidRPr="003A2610">
        <w:rPr>
          <w:rFonts w:cstheme="minorHAnsi"/>
          <w:sz w:val="20"/>
        </w:rPr>
        <w:t>utrzymywaniu w granicach służebności ograniczeń w zabud</w:t>
      </w:r>
      <w:r>
        <w:rPr>
          <w:rFonts w:cstheme="minorHAnsi"/>
          <w:sz w:val="20"/>
        </w:rPr>
        <w:t>owie nieruchomości wynikających</w:t>
      </w:r>
      <w:r w:rsidRPr="003A2610">
        <w:rPr>
          <w:rFonts w:cstheme="minorHAnsi"/>
          <w:sz w:val="20"/>
        </w:rPr>
        <w:t xml:space="preserve"> z obowiązujących przepisów prawa oraz nie sadzeniu w granicach służebności drzew i krzewów wraz z powstrzymywaniem się z grodzeniem tego terenu.</w:t>
      </w:r>
    </w:p>
    <w:p w14:paraId="5CD3FFD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4C0BB726"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Służebność przesyłu wygasa wraz z zakończeniem likwidacji Przedsiębiorstwa Energetycznego.</w:t>
      </w:r>
    </w:p>
    <w:p w14:paraId="787DFBE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436AC1C"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Strony ustalają, że koszty związane z aktem notarialnym w całości zostaną poniesione przez …………………………..</w:t>
      </w:r>
    </w:p>
    <w:p w14:paraId="10756F23"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06FC5A24" w14:textId="6635120E" w:rsidR="00E0332B" w:rsidRP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52B295E2" w14:textId="7B236966"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36EDA" w14:textId="77777777" w:rsidR="000906D5" w:rsidRDefault="000906D5" w:rsidP="00582CE9">
      <w:pPr>
        <w:spacing w:after="0"/>
      </w:pPr>
      <w:r>
        <w:separator/>
      </w:r>
    </w:p>
  </w:endnote>
  <w:endnote w:type="continuationSeparator" w:id="0">
    <w:p w14:paraId="4B1145A7" w14:textId="77777777" w:rsidR="000906D5" w:rsidRDefault="000906D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0210494" w:rsidR="00347E8D" w:rsidRDefault="00347E8D">
        <w:pPr>
          <w:pStyle w:val="Stopka"/>
          <w:jc w:val="right"/>
        </w:pPr>
        <w:r>
          <w:fldChar w:fldCharType="begin"/>
        </w:r>
        <w:r>
          <w:instrText>PAGE   \* MERGEFORMAT</w:instrText>
        </w:r>
        <w:r>
          <w:fldChar w:fldCharType="separate"/>
        </w:r>
        <w:r w:rsidR="000E459B">
          <w:rPr>
            <w:noProof/>
          </w:rPr>
          <w:t>14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00B4" w14:textId="77777777" w:rsidR="000906D5" w:rsidRDefault="000906D5" w:rsidP="00582CE9">
      <w:pPr>
        <w:spacing w:after="0"/>
      </w:pPr>
      <w:r>
        <w:separator/>
      </w:r>
    </w:p>
  </w:footnote>
  <w:footnote w:type="continuationSeparator" w:id="0">
    <w:p w14:paraId="265527A5" w14:textId="77777777" w:rsidR="000906D5" w:rsidRDefault="000906D5" w:rsidP="00582CE9">
      <w:pPr>
        <w:spacing w:after="0"/>
      </w:pPr>
      <w:r>
        <w:continuationSeparator/>
      </w:r>
    </w:p>
  </w:footnote>
  <w:footnote w:id="1">
    <w:p w14:paraId="3A784EEB"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34786D21"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0AFF6A13"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36FF80EE" w:rsidR="00347E8D" w:rsidRPr="006B2C28" w:rsidRDefault="00FB486A" w:rsidP="00582CE9">
          <w:pPr>
            <w:suppressAutoHyphens/>
            <w:ind w:right="187"/>
            <w:rPr>
              <w:rFonts w:asciiTheme="majorHAnsi" w:hAnsiTheme="majorHAnsi"/>
              <w:color w:val="000000" w:themeColor="text1"/>
              <w:sz w:val="14"/>
              <w:szCs w:val="18"/>
            </w:rPr>
          </w:pPr>
          <w:r w:rsidRPr="00FB486A">
            <w:rPr>
              <w:rFonts w:asciiTheme="majorHAnsi" w:hAnsiTheme="majorHAnsi"/>
              <w:color w:val="000000" w:themeColor="text1"/>
              <w:sz w:val="14"/>
              <w:szCs w:val="18"/>
            </w:rPr>
            <w:t>POST/DYS/OLD/GZ/00091/2026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0AAEA70C"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0AAEA70C"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260457170">
    <w:abstractNumId w:val="21"/>
  </w:num>
  <w:num w:numId="2" w16cid:durableId="412508803">
    <w:abstractNumId w:val="9"/>
  </w:num>
  <w:num w:numId="3" w16cid:durableId="145779359">
    <w:abstractNumId w:val="15"/>
  </w:num>
  <w:num w:numId="4" w16cid:durableId="1142163550">
    <w:abstractNumId w:val="23"/>
  </w:num>
  <w:num w:numId="5" w16cid:durableId="1859079876">
    <w:abstractNumId w:val="21"/>
  </w:num>
  <w:num w:numId="6" w16cid:durableId="82184435">
    <w:abstractNumId w:val="21"/>
  </w:num>
  <w:num w:numId="7" w16cid:durableId="1078137691">
    <w:abstractNumId w:val="3"/>
  </w:num>
  <w:num w:numId="8" w16cid:durableId="760180977">
    <w:abstractNumId w:val="40"/>
  </w:num>
  <w:num w:numId="9" w16cid:durableId="2124418637">
    <w:abstractNumId w:val="19"/>
  </w:num>
  <w:num w:numId="10" w16cid:durableId="865943911">
    <w:abstractNumId w:val="4"/>
  </w:num>
  <w:num w:numId="11" w16cid:durableId="381683778">
    <w:abstractNumId w:val="16"/>
  </w:num>
  <w:num w:numId="12" w16cid:durableId="2012829019">
    <w:abstractNumId w:val="14"/>
  </w:num>
  <w:num w:numId="13" w16cid:durableId="1830752126">
    <w:abstractNumId w:val="36"/>
  </w:num>
  <w:num w:numId="14" w16cid:durableId="820654657">
    <w:abstractNumId w:val="28"/>
  </w:num>
  <w:num w:numId="15" w16cid:durableId="1972010173">
    <w:abstractNumId w:val="18"/>
  </w:num>
  <w:num w:numId="16" w16cid:durableId="1172069656">
    <w:abstractNumId w:val="11"/>
  </w:num>
  <w:num w:numId="17" w16cid:durableId="427779102">
    <w:abstractNumId w:val="5"/>
  </w:num>
  <w:num w:numId="18" w16cid:durableId="20295248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3784602">
    <w:abstractNumId w:val="0"/>
  </w:num>
  <w:num w:numId="20" w16cid:durableId="1544246800">
    <w:abstractNumId w:val="42"/>
  </w:num>
  <w:num w:numId="21" w16cid:durableId="946884341">
    <w:abstractNumId w:val="1"/>
  </w:num>
  <w:num w:numId="22" w16cid:durableId="1343585305">
    <w:abstractNumId w:val="17"/>
  </w:num>
  <w:num w:numId="23" w16cid:durableId="1160465741">
    <w:abstractNumId w:val="12"/>
  </w:num>
  <w:num w:numId="24" w16cid:durableId="1917978483">
    <w:abstractNumId w:val="24"/>
  </w:num>
  <w:num w:numId="25" w16cid:durableId="289211169">
    <w:abstractNumId w:val="35"/>
  </w:num>
  <w:num w:numId="26" w16cid:durableId="1394155049">
    <w:abstractNumId w:val="2"/>
  </w:num>
  <w:num w:numId="27" w16cid:durableId="363094680">
    <w:abstractNumId w:val="34"/>
  </w:num>
  <w:num w:numId="28" w16cid:durableId="353002085">
    <w:abstractNumId w:val="30"/>
  </w:num>
  <w:num w:numId="29" w16cid:durableId="5850404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9568625">
    <w:abstractNumId w:val="22"/>
  </w:num>
  <w:num w:numId="31" w16cid:durableId="87778676">
    <w:abstractNumId w:val="20"/>
  </w:num>
  <w:num w:numId="32" w16cid:durableId="664011928">
    <w:abstractNumId w:val="41"/>
  </w:num>
  <w:num w:numId="33" w16cid:durableId="90201788">
    <w:abstractNumId w:val="26"/>
  </w:num>
  <w:num w:numId="34" w16cid:durableId="1452478403">
    <w:abstractNumId w:val="25"/>
  </w:num>
  <w:num w:numId="35" w16cid:durableId="350886635">
    <w:abstractNumId w:val="33"/>
  </w:num>
  <w:num w:numId="36" w16cid:durableId="466975006">
    <w:abstractNumId w:val="31"/>
  </w:num>
  <w:num w:numId="37" w16cid:durableId="1978300020">
    <w:abstractNumId w:val="6"/>
  </w:num>
  <w:num w:numId="38" w16cid:durableId="1022393928">
    <w:abstractNumId w:val="13"/>
  </w:num>
  <w:num w:numId="39" w16cid:durableId="467672608">
    <w:abstractNumId w:val="37"/>
  </w:num>
  <w:num w:numId="40" w16cid:durableId="1567647804">
    <w:abstractNumId w:val="8"/>
  </w:num>
  <w:num w:numId="41" w16cid:durableId="2079551621">
    <w:abstractNumId w:val="38"/>
  </w:num>
  <w:num w:numId="42" w16cid:durableId="2022512195">
    <w:abstractNumId w:val="29"/>
  </w:num>
  <w:num w:numId="43" w16cid:durableId="1453094565">
    <w:abstractNumId w:val="43"/>
  </w:num>
  <w:num w:numId="44" w16cid:durableId="1072315551">
    <w:abstractNumId w:val="39"/>
  </w:num>
  <w:num w:numId="45" w16cid:durableId="1336496365">
    <w:abstractNumId w:val="32"/>
  </w:num>
  <w:num w:numId="46" w16cid:durableId="11886927">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06D5"/>
    <w:rsid w:val="00094799"/>
    <w:rsid w:val="00094EB9"/>
    <w:rsid w:val="00096510"/>
    <w:rsid w:val="000974B1"/>
    <w:rsid w:val="000B0DBD"/>
    <w:rsid w:val="000C47A9"/>
    <w:rsid w:val="000C679C"/>
    <w:rsid w:val="000D42BE"/>
    <w:rsid w:val="000D5886"/>
    <w:rsid w:val="000E1564"/>
    <w:rsid w:val="000E459B"/>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6157"/>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05FF7"/>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D6EA0"/>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234C7"/>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76574"/>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B9"/>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0709"/>
    <w:rsid w:val="00DF2ED5"/>
    <w:rsid w:val="00E0332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486A"/>
    <w:rsid w:val="00FB61C7"/>
    <w:rsid w:val="00FC7BB0"/>
    <w:rsid w:val="00FD22AB"/>
    <w:rsid w:val="00FD2808"/>
    <w:rsid w:val="00FD3338"/>
    <w:rsid w:val="00FD4B8D"/>
    <w:rsid w:val="00FE13ED"/>
    <w:rsid w:val="00FE2FDB"/>
    <w:rsid w:val="00FE4AEE"/>
    <w:rsid w:val="00FE53C8"/>
    <w:rsid w:val="00FF40A6"/>
    <w:rsid w:val="0672FA44"/>
    <w:rsid w:val="096DC373"/>
    <w:rsid w:val="469B3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3.docx</dmsv2BaseFileName>
    <dmsv2BaseDisplayName xmlns="http://schemas.microsoft.com/sharepoint/v3">Załącznik nr 1 do SWZ - OPZ dla cz. 3</dmsv2BaseDisplayName>
    <dmsv2SWPP2ObjectNumber xmlns="http://schemas.microsoft.com/sharepoint/v3">POST/DYS/OLD/GZ/00091/2026                        </dmsv2SWPP2ObjectNumber>
    <dmsv2SWPP2SumMD5 xmlns="http://schemas.microsoft.com/sharepoint/v3">0e75a7f4dd7c594056762ad4a351711f</dmsv2SWPP2SumMD5>
    <dmsv2BaseMoved xmlns="http://schemas.microsoft.com/sharepoint/v3">false</dmsv2BaseMoved>
    <dmsv2BaseIsSensitive xmlns="http://schemas.microsoft.com/sharepoint/v3">true</dmsv2BaseIsSensitive>
    <dmsv2SWPP2IDSWPP2 xmlns="http://schemas.microsoft.com/sharepoint/v3">703463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24128551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JEUP5JKVCYQC-1092029480-2241</_dlc_DocId>
    <_dlc_DocIdUrl xmlns="a19cb1c7-c5c7-46d4-85ae-d83685407bba">
      <Url>https://swpp2.dms.gkpge.pl/sites/41/_layouts/15/DocIdRedir.aspx?ID=JEUP5JKVCYQC-1092029480-2241</Url>
      <Description>JEUP5JKVCYQC-1092029480-2241</Description>
    </_dlc_DocIdUrl>
  </documentManagement>
</p:properties>
</file>

<file path=customXml/itemProps1.xml><?xml version="1.0" encoding="utf-8"?>
<ds:datastoreItem xmlns:ds="http://schemas.openxmlformats.org/officeDocument/2006/customXml" ds:itemID="{B22B5676-0A0C-4CC5-9E82-D6C243DAB163}">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3B46A916-9858-4952-A4A2-797C73666264}">
  <ds:schemaRefs>
    <ds:schemaRef ds:uri="http://schemas.microsoft.com/sharepoint/events"/>
  </ds:schemaRefs>
</ds:datastoreItem>
</file>

<file path=customXml/itemProps4.xml><?xml version="1.0" encoding="utf-8"?>
<ds:datastoreItem xmlns:ds="http://schemas.openxmlformats.org/officeDocument/2006/customXml" ds:itemID="{B5E97E97-A3E4-4A0D-B558-8226DC6B4202}"/>
</file>

<file path=customXml/itemProps5.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11</TotalTime>
  <Pages>14</Pages>
  <Words>3972</Words>
  <Characters>23838</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6</cp:revision>
  <cp:lastPrinted>2024-07-15T11:21:00Z</cp:lastPrinted>
  <dcterms:created xsi:type="dcterms:W3CDTF">2025-10-14T11:43:00Z</dcterms:created>
  <dcterms:modified xsi:type="dcterms:W3CDTF">2026-01-15T09:40:00Z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c22b05c4-d2a0-4273-9a0e-069bad9f926d</vt:lpwstr>
  </property>
</Properties>
</file>